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31922" w14:textId="1DE54EDD" w:rsidR="0065569E" w:rsidRPr="007A17C1" w:rsidRDefault="0065569E" w:rsidP="007A17C1">
      <w:pPr>
        <w:tabs>
          <w:tab w:val="left" w:pos="426"/>
          <w:tab w:val="center" w:pos="4514"/>
          <w:tab w:val="right" w:pos="9029"/>
        </w:tabs>
        <w:spacing w:line="240" w:lineRule="auto"/>
        <w:jc w:val="center"/>
        <w:rPr>
          <w:rFonts w:asciiTheme="minorHAnsi" w:hAnsiTheme="minorHAnsi" w:cstheme="minorHAnsi"/>
          <w:b/>
        </w:rPr>
      </w:pPr>
      <w:bookmarkStart w:id="0" w:name="_Hlk58485319"/>
      <w:r w:rsidRPr="007A17C1">
        <w:rPr>
          <w:rFonts w:asciiTheme="minorHAnsi" w:hAnsiTheme="minorHAnsi" w:cstheme="minorHAnsi"/>
          <w:b/>
        </w:rPr>
        <w:t>ORIENTAÇÕES PARA ELABORAÇÃO DO PRÉ-PROJETO DE PESQUISA E</w:t>
      </w:r>
    </w:p>
    <w:p w14:paraId="05A31B3C" w14:textId="77777777" w:rsidR="004304C9" w:rsidRDefault="0065569E" w:rsidP="007A17C1">
      <w:pPr>
        <w:tabs>
          <w:tab w:val="left" w:pos="426"/>
        </w:tabs>
        <w:spacing w:line="240" w:lineRule="auto"/>
        <w:jc w:val="center"/>
        <w:rPr>
          <w:rFonts w:asciiTheme="minorHAnsi" w:hAnsiTheme="minorHAnsi" w:cstheme="minorHAnsi"/>
          <w:b/>
        </w:rPr>
      </w:pPr>
      <w:r w:rsidRPr="007A17C1">
        <w:rPr>
          <w:rFonts w:asciiTheme="minorHAnsi" w:hAnsiTheme="minorHAnsi" w:cstheme="minorHAnsi"/>
          <w:b/>
        </w:rPr>
        <w:t>APRESENTAÇÃO DA PROPOSTA</w:t>
      </w:r>
      <w:r w:rsidR="00F045F6" w:rsidRPr="007A17C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BBCD1A0" wp14:editId="46B03E5F">
                <wp:simplePos x="0" y="0"/>
                <wp:positionH relativeFrom="margin">
                  <wp:align>right</wp:align>
                </wp:positionH>
                <wp:positionV relativeFrom="paragraph">
                  <wp:posOffset>356870</wp:posOffset>
                </wp:positionV>
                <wp:extent cx="5478145" cy="2381885"/>
                <wp:effectExtent l="0" t="0" r="8255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8145" cy="238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67918" w14:textId="77777777" w:rsidR="00010DF7" w:rsidRPr="007A17C1" w:rsidRDefault="00010DF7" w:rsidP="0065569E">
                            <w:pPr>
                              <w:widowControl w:val="0"/>
                              <w:autoSpaceDE w:val="0"/>
                              <w:autoSpaceDN w:val="0"/>
                              <w:spacing w:before="3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17C1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>Formatação do texto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:</w:t>
                            </w:r>
                          </w:p>
                          <w:p w14:paraId="4F10502E" w14:textId="77777777" w:rsidR="00010DF7" w:rsidRPr="007A17C1" w:rsidRDefault="00010DF7" w:rsidP="0065569E">
                            <w:pPr>
                              <w:widowControl w:val="0"/>
                              <w:autoSpaceDE w:val="0"/>
                              <w:autoSpaceDN w:val="0"/>
                              <w:spacing w:before="3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3FE0D2F9" w14:textId="77777777" w:rsidR="00010DF7" w:rsidRPr="007A17C1" w:rsidRDefault="00010DF7" w:rsidP="0065569E">
                            <w:pPr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after="120" w:line="240" w:lineRule="auto"/>
                              <w:ind w:hanging="1004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Fon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t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e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1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Ti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3"/>
                              </w:rPr>
                              <w:t>m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es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4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New Ro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3"/>
                              </w:rPr>
                              <w:t>m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an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4"/>
                              </w:rPr>
                              <w:t xml:space="preserve"> ou Arial – tamanho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12,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1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espaça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3"/>
                              </w:rPr>
                              <w:t>m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e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2"/>
                              </w:rPr>
                              <w:t>n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t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o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4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en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t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re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1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li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nhas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2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1,5.</w:t>
                            </w:r>
                          </w:p>
                          <w:p w14:paraId="2F0A6144" w14:textId="77777777" w:rsidR="00010DF7" w:rsidRPr="007A17C1" w:rsidRDefault="00010DF7" w:rsidP="0065569E">
                            <w:pPr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after="120" w:line="240" w:lineRule="auto"/>
                              <w:ind w:hanging="1004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Documento em arquivo único, composto pelo pré-projeto e apêndice, sendo:</w:t>
                            </w:r>
                          </w:p>
                          <w:p w14:paraId="3C423A21" w14:textId="77777777" w:rsidR="00010DF7" w:rsidRPr="007A17C1" w:rsidRDefault="00010DF7" w:rsidP="0065569E">
                            <w:pPr>
                              <w:widowControl w:val="0"/>
                              <w:numPr>
                                <w:ilvl w:val="1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567" w:hanging="283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17C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Pré-projeto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  <w:p w14:paraId="53BCE851" w14:textId="77777777" w:rsidR="00010DF7" w:rsidRPr="007A17C1" w:rsidRDefault="00010DF7" w:rsidP="0065569E">
                            <w:pPr>
                              <w:widowControl w:val="0"/>
                              <w:numPr>
                                <w:ilvl w:val="2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1134" w:hanging="283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 xml:space="preserve">Itens: Capa; Resumo; Introdução; Objetivos; Material e métodos; Cronograma de execução; Referências. </w:t>
                            </w:r>
                          </w:p>
                          <w:p w14:paraId="11294D96" w14:textId="77777777" w:rsidR="00010DF7" w:rsidRPr="007A17C1" w:rsidRDefault="00010DF7" w:rsidP="0065569E">
                            <w:pPr>
                              <w:widowControl w:val="0"/>
                              <w:numPr>
                                <w:ilvl w:val="2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1134" w:hanging="283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Deverá ter no m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í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2"/>
                              </w:rPr>
                              <w:t>n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im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o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54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8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51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(oito),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54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e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53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 xml:space="preserve">no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3"/>
                              </w:rPr>
                              <w:t>m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á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2"/>
                              </w:rPr>
                              <w:t>x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im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o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4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20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1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(vinte)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2"/>
                              </w:rPr>
                              <w:t xml:space="preserve">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pág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>i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</w:rPr>
                              <w:t>nas (excluído o apêndice A).</w:t>
                            </w:r>
                          </w:p>
                          <w:p w14:paraId="78922504" w14:textId="77777777" w:rsidR="00010DF7" w:rsidRPr="007A17C1" w:rsidRDefault="00010DF7" w:rsidP="0065569E">
                            <w:pPr>
                              <w:widowControl w:val="0"/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2444" w:hanging="1004"/>
                              <w:rPr>
                                <w:rFonts w:asciiTheme="minorHAnsi" w:hAnsiTheme="minorHAnsi" w:cstheme="minorHAnsi"/>
                                <w:strike/>
                              </w:rPr>
                            </w:pPr>
                          </w:p>
                          <w:p w14:paraId="19A30D21" w14:textId="77777777" w:rsidR="00010DF7" w:rsidRPr="007A17C1" w:rsidRDefault="00010DF7" w:rsidP="0065569E">
                            <w:pPr>
                              <w:widowControl w:val="0"/>
                              <w:numPr>
                                <w:ilvl w:val="1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567" w:hanging="283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17C1"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1"/>
                              </w:rPr>
                              <w:t xml:space="preserve">Apresentação da proposta - (Apêndice A) </w:t>
                            </w:r>
                            <w:r w:rsidRPr="007A17C1">
                              <w:rPr>
                                <w:rFonts w:asciiTheme="minorHAnsi" w:hAnsiTheme="minorHAnsi" w:cstheme="minorHAnsi"/>
                                <w:spacing w:val="1"/>
                              </w:rPr>
                              <w:t>A quantidade de páginas no apêndice não será computada em relação ao limite máximo de 20 páginas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BBCD1A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80.15pt;margin-top:28.1pt;width:431.35pt;height:187.55pt;z-index: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">
                <v:textbox style="mso-fit-shape-to-text:t">
                  <w:txbxContent>
                    <w:p w14:paraId="0F767918" w14:textId="77777777" w:rsidR="00010DF7" w:rsidRPr="007A17C1" w:rsidRDefault="00010DF7" w:rsidP="0065569E">
                      <w:pPr>
                        <w:widowControl w:val="0"/>
                        <w:autoSpaceDE w:val="0"/>
                        <w:autoSpaceDN w:val="0"/>
                        <w:spacing w:before="3" w:line="240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A17C1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>Formatação do texto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:</w:t>
                      </w:r>
                    </w:p>
                    <w:p w14:paraId="4F10502E" w14:textId="77777777" w:rsidR="00010DF7" w:rsidRPr="007A17C1" w:rsidRDefault="00010DF7" w:rsidP="0065569E">
                      <w:pPr>
                        <w:widowControl w:val="0"/>
                        <w:autoSpaceDE w:val="0"/>
                        <w:autoSpaceDN w:val="0"/>
                        <w:spacing w:before="3" w:line="240" w:lineRule="auto"/>
                        <w:rPr>
                          <w:rFonts w:asciiTheme="minorHAnsi" w:hAnsiTheme="minorHAnsi" w:cstheme="minorHAnsi"/>
                        </w:rPr>
                      </w:pPr>
                    </w:p>
                    <w:p w14:paraId="3FE0D2F9" w14:textId="77777777" w:rsidR="00010DF7" w:rsidRPr="007A17C1" w:rsidRDefault="00010DF7" w:rsidP="0065569E">
                      <w:pPr>
                        <w:widowControl w:val="0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after="120" w:line="240" w:lineRule="auto"/>
                        <w:ind w:hanging="1004"/>
                        <w:rPr>
                          <w:rFonts w:asciiTheme="minorHAnsi" w:hAnsiTheme="minorHAnsi" w:cstheme="minorHAnsi"/>
                        </w:rPr>
                      </w:pPr>
                      <w:r w:rsidRPr="007A17C1">
                        <w:rPr>
                          <w:rFonts w:asciiTheme="minorHAnsi" w:hAnsiTheme="minorHAnsi" w:cstheme="minorHAnsi"/>
                        </w:rPr>
                        <w:t>Fon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t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e</w:t>
                      </w:r>
                      <w:r w:rsidRPr="007A17C1">
                        <w:rPr>
                          <w:rFonts w:asciiTheme="minorHAnsi" w:hAnsiTheme="minorHAnsi" w:cstheme="minorHAnsi"/>
                          <w:spacing w:val="1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Ti</w:t>
                      </w:r>
                      <w:r w:rsidRPr="007A17C1">
                        <w:rPr>
                          <w:rFonts w:asciiTheme="minorHAnsi" w:hAnsiTheme="minorHAnsi" w:cstheme="minorHAnsi"/>
                          <w:spacing w:val="-3"/>
                        </w:rPr>
                        <w:t>m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es</w:t>
                      </w:r>
                      <w:r w:rsidRPr="007A17C1">
                        <w:rPr>
                          <w:rFonts w:asciiTheme="minorHAnsi" w:hAnsiTheme="minorHAnsi" w:cstheme="minorHAnsi"/>
                          <w:spacing w:val="4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New Ro</w:t>
                      </w:r>
                      <w:r w:rsidRPr="007A17C1">
                        <w:rPr>
                          <w:rFonts w:asciiTheme="minorHAnsi" w:hAnsiTheme="minorHAnsi" w:cstheme="minorHAnsi"/>
                          <w:spacing w:val="-3"/>
                        </w:rPr>
                        <w:t>m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an</w:t>
                      </w:r>
                      <w:r w:rsidRPr="007A17C1">
                        <w:rPr>
                          <w:rFonts w:asciiTheme="minorHAnsi" w:hAnsiTheme="minorHAnsi" w:cstheme="minorHAnsi"/>
                          <w:spacing w:val="4"/>
                        </w:rPr>
                        <w:t xml:space="preserve"> ou Arial – tamanho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12,</w:t>
                      </w:r>
                      <w:r w:rsidRPr="007A17C1">
                        <w:rPr>
                          <w:rFonts w:asciiTheme="minorHAnsi" w:hAnsiTheme="minorHAnsi" w:cstheme="minorHAnsi"/>
                          <w:spacing w:val="1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espaça</w:t>
                      </w:r>
                      <w:r w:rsidRPr="007A17C1">
                        <w:rPr>
                          <w:rFonts w:asciiTheme="minorHAnsi" w:hAnsiTheme="minorHAnsi" w:cstheme="minorHAnsi"/>
                          <w:spacing w:val="-3"/>
                        </w:rPr>
                        <w:t>m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e</w:t>
                      </w:r>
                      <w:r w:rsidRPr="007A17C1">
                        <w:rPr>
                          <w:rFonts w:asciiTheme="minorHAnsi" w:hAnsiTheme="minorHAnsi" w:cstheme="minorHAnsi"/>
                          <w:spacing w:val="2"/>
                        </w:rPr>
                        <w:t>n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t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o</w:t>
                      </w:r>
                      <w:r w:rsidRPr="007A17C1">
                        <w:rPr>
                          <w:rFonts w:asciiTheme="minorHAnsi" w:hAnsiTheme="minorHAnsi" w:cstheme="minorHAnsi"/>
                          <w:spacing w:val="4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en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t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re</w:t>
                      </w:r>
                      <w:r w:rsidRPr="007A17C1">
                        <w:rPr>
                          <w:rFonts w:asciiTheme="minorHAnsi" w:hAnsiTheme="minorHAnsi" w:cstheme="minorHAnsi"/>
                          <w:spacing w:val="1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li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nhas</w:t>
                      </w:r>
                      <w:r w:rsidRPr="007A17C1">
                        <w:rPr>
                          <w:rFonts w:asciiTheme="minorHAnsi" w:hAnsiTheme="minorHAnsi" w:cstheme="minorHAnsi"/>
                          <w:spacing w:val="2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1,5.</w:t>
                      </w:r>
                    </w:p>
                    <w:p w14:paraId="2F0A6144" w14:textId="77777777" w:rsidR="00010DF7" w:rsidRPr="007A17C1" w:rsidRDefault="00010DF7" w:rsidP="0065569E">
                      <w:pPr>
                        <w:widowControl w:val="0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after="120" w:line="240" w:lineRule="auto"/>
                        <w:ind w:hanging="1004"/>
                        <w:rPr>
                          <w:rFonts w:asciiTheme="minorHAnsi" w:hAnsiTheme="minorHAnsi" w:cstheme="minorHAnsi"/>
                        </w:rPr>
                      </w:pPr>
                      <w:r w:rsidRPr="007A17C1">
                        <w:rPr>
                          <w:rFonts w:asciiTheme="minorHAnsi" w:hAnsiTheme="minorHAnsi" w:cstheme="minorHAnsi"/>
                        </w:rPr>
                        <w:t>Documento em arquivo único, composto pelo pré-projeto e apêndice, sendo:</w:t>
                      </w:r>
                    </w:p>
                    <w:p w14:paraId="3C423A21" w14:textId="77777777" w:rsidR="00010DF7" w:rsidRPr="007A17C1" w:rsidRDefault="00010DF7" w:rsidP="0065569E">
                      <w:pPr>
                        <w:widowControl w:val="0"/>
                        <w:numPr>
                          <w:ilvl w:val="1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567" w:hanging="283"/>
                        <w:rPr>
                          <w:rFonts w:asciiTheme="minorHAnsi" w:hAnsiTheme="minorHAnsi" w:cstheme="minorHAnsi"/>
                        </w:rPr>
                      </w:pPr>
                      <w:r w:rsidRPr="007A17C1">
                        <w:rPr>
                          <w:rFonts w:asciiTheme="minorHAnsi" w:hAnsiTheme="minorHAnsi" w:cstheme="minorHAnsi"/>
                          <w:b/>
                          <w:bCs/>
                        </w:rPr>
                        <w:t>Pré-projeto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</w:p>
                    <w:p w14:paraId="53BCE851" w14:textId="77777777" w:rsidR="00010DF7" w:rsidRPr="007A17C1" w:rsidRDefault="00010DF7" w:rsidP="0065569E">
                      <w:pPr>
                        <w:widowControl w:val="0"/>
                        <w:numPr>
                          <w:ilvl w:val="2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1134" w:hanging="283"/>
                        <w:rPr>
                          <w:rFonts w:asciiTheme="minorHAnsi" w:hAnsiTheme="minorHAnsi" w:cstheme="minorHAnsi"/>
                        </w:rPr>
                      </w:pPr>
                      <w:r w:rsidRPr="007A17C1">
                        <w:rPr>
                          <w:rFonts w:asciiTheme="minorHAnsi" w:hAnsiTheme="minorHAnsi" w:cstheme="minorHAnsi"/>
                        </w:rPr>
                        <w:t xml:space="preserve">Itens: Capa; Resumo; Introdução; Objetivos; Material e métodos; Cronograma de execução; Referências. </w:t>
                      </w:r>
                    </w:p>
                    <w:p w14:paraId="11294D96" w14:textId="77777777" w:rsidR="00010DF7" w:rsidRPr="007A17C1" w:rsidRDefault="00010DF7" w:rsidP="0065569E">
                      <w:pPr>
                        <w:widowControl w:val="0"/>
                        <w:numPr>
                          <w:ilvl w:val="2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1134" w:hanging="283"/>
                        <w:rPr>
                          <w:rFonts w:asciiTheme="minorHAnsi" w:hAnsiTheme="minorHAnsi" w:cstheme="minorHAnsi"/>
                        </w:rPr>
                      </w:pPr>
                      <w:r w:rsidRPr="007A17C1">
                        <w:rPr>
                          <w:rFonts w:asciiTheme="minorHAnsi" w:hAnsiTheme="minorHAnsi" w:cstheme="minorHAnsi"/>
                        </w:rPr>
                        <w:t>Deverá ter no m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í</w:t>
                      </w:r>
                      <w:r w:rsidRPr="007A17C1">
                        <w:rPr>
                          <w:rFonts w:asciiTheme="minorHAnsi" w:hAnsiTheme="minorHAnsi" w:cstheme="minorHAnsi"/>
                          <w:spacing w:val="2"/>
                        </w:rPr>
                        <w:t>n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im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o</w:t>
                      </w:r>
                      <w:r w:rsidRPr="007A17C1">
                        <w:rPr>
                          <w:rFonts w:asciiTheme="minorHAnsi" w:hAnsiTheme="minorHAnsi" w:cstheme="minorHAnsi"/>
                          <w:spacing w:val="54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8</w:t>
                      </w:r>
                      <w:r w:rsidRPr="007A17C1">
                        <w:rPr>
                          <w:rFonts w:asciiTheme="minorHAnsi" w:hAnsiTheme="minorHAnsi" w:cstheme="minorHAnsi"/>
                          <w:spacing w:val="51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(oito),</w:t>
                      </w:r>
                      <w:r w:rsidRPr="007A17C1">
                        <w:rPr>
                          <w:rFonts w:asciiTheme="minorHAnsi" w:hAnsiTheme="minorHAnsi" w:cstheme="minorHAnsi"/>
                          <w:spacing w:val="54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e</w:t>
                      </w:r>
                      <w:r w:rsidRPr="007A17C1">
                        <w:rPr>
                          <w:rFonts w:asciiTheme="minorHAnsi" w:hAnsiTheme="minorHAnsi" w:cstheme="minorHAnsi"/>
                          <w:spacing w:val="53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 xml:space="preserve">no </w:t>
                      </w:r>
                      <w:r w:rsidRPr="007A17C1">
                        <w:rPr>
                          <w:rFonts w:asciiTheme="minorHAnsi" w:hAnsiTheme="minorHAnsi" w:cstheme="minorHAnsi"/>
                          <w:spacing w:val="-3"/>
                        </w:rPr>
                        <w:t>m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á</w:t>
                      </w:r>
                      <w:r w:rsidRPr="007A17C1">
                        <w:rPr>
                          <w:rFonts w:asciiTheme="minorHAnsi" w:hAnsiTheme="minorHAnsi" w:cstheme="minorHAnsi"/>
                          <w:spacing w:val="2"/>
                        </w:rPr>
                        <w:t>x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im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o</w:t>
                      </w:r>
                      <w:r w:rsidRPr="007A17C1">
                        <w:rPr>
                          <w:rFonts w:asciiTheme="minorHAnsi" w:hAnsiTheme="minorHAnsi" w:cstheme="minorHAnsi"/>
                          <w:spacing w:val="4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20</w:t>
                      </w:r>
                      <w:r w:rsidRPr="007A17C1">
                        <w:rPr>
                          <w:rFonts w:asciiTheme="minorHAnsi" w:hAnsiTheme="minorHAnsi" w:cstheme="minorHAnsi"/>
                          <w:spacing w:val="1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(vinte)</w:t>
                      </w:r>
                      <w:r w:rsidRPr="007A17C1">
                        <w:rPr>
                          <w:rFonts w:asciiTheme="minorHAnsi" w:hAnsiTheme="minorHAnsi" w:cstheme="minorHAnsi"/>
                          <w:spacing w:val="2"/>
                        </w:rPr>
                        <w:t xml:space="preserve"> 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pág</w:t>
                      </w:r>
                      <w:r w:rsidRPr="007A17C1">
                        <w:rPr>
                          <w:rFonts w:asciiTheme="minorHAnsi" w:hAnsiTheme="minorHAnsi" w:cstheme="minorHAnsi"/>
                          <w:spacing w:val="-1"/>
                        </w:rPr>
                        <w:t>i</w:t>
                      </w:r>
                      <w:r w:rsidRPr="007A17C1">
                        <w:rPr>
                          <w:rFonts w:asciiTheme="minorHAnsi" w:hAnsiTheme="minorHAnsi" w:cstheme="minorHAnsi"/>
                        </w:rPr>
                        <w:t>nas (excluído o apêndice A).</w:t>
                      </w:r>
                    </w:p>
                    <w:p w14:paraId="78922504" w14:textId="77777777" w:rsidR="00010DF7" w:rsidRPr="007A17C1" w:rsidRDefault="00010DF7" w:rsidP="0065569E">
                      <w:pPr>
                        <w:widowControl w:val="0"/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2444" w:hanging="1004"/>
                        <w:rPr>
                          <w:rFonts w:asciiTheme="minorHAnsi" w:hAnsiTheme="minorHAnsi" w:cstheme="minorHAnsi"/>
                          <w:strike/>
                        </w:rPr>
                      </w:pPr>
                    </w:p>
                    <w:p w14:paraId="19A30D21" w14:textId="77777777" w:rsidR="00010DF7" w:rsidRPr="007A17C1" w:rsidRDefault="00010DF7" w:rsidP="0065569E">
                      <w:pPr>
                        <w:widowControl w:val="0"/>
                        <w:numPr>
                          <w:ilvl w:val="1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567" w:hanging="283"/>
                        <w:rPr>
                          <w:rFonts w:asciiTheme="minorHAnsi" w:hAnsiTheme="minorHAnsi" w:cstheme="minorHAnsi"/>
                        </w:rPr>
                      </w:pPr>
                      <w:r w:rsidRPr="007A17C1">
                        <w:rPr>
                          <w:rFonts w:asciiTheme="minorHAnsi" w:hAnsiTheme="minorHAnsi" w:cstheme="minorHAnsi"/>
                          <w:b/>
                          <w:bCs/>
                          <w:spacing w:val="1"/>
                        </w:rPr>
                        <w:t xml:space="preserve">Apresentação da proposta - (Apêndice A) </w:t>
                      </w:r>
                      <w:r w:rsidRPr="007A17C1">
                        <w:rPr>
                          <w:rFonts w:asciiTheme="minorHAnsi" w:hAnsiTheme="minorHAnsi" w:cstheme="minorHAnsi"/>
                          <w:spacing w:val="1"/>
                        </w:rPr>
                        <w:t>A quantidade de páginas no apêndice não será computada em relação ao limite máximo de 20 páginas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055F">
        <w:rPr>
          <w:rFonts w:asciiTheme="minorHAnsi" w:hAnsiTheme="minorHAnsi" w:cstheme="minorHAnsi"/>
          <w:b/>
        </w:rPr>
        <w:t xml:space="preserve"> </w:t>
      </w:r>
    </w:p>
    <w:p w14:paraId="2768ED2A" w14:textId="77777777" w:rsidR="004304C9" w:rsidRDefault="004304C9" w:rsidP="007A17C1">
      <w:pPr>
        <w:tabs>
          <w:tab w:val="left" w:pos="426"/>
        </w:tabs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BB5CBED" w14:textId="5D588165" w:rsidR="0065569E" w:rsidRPr="007A17C1" w:rsidRDefault="0065569E" w:rsidP="007A17C1">
      <w:pPr>
        <w:tabs>
          <w:tab w:val="left" w:pos="426"/>
        </w:tabs>
        <w:spacing w:line="240" w:lineRule="auto"/>
        <w:jc w:val="center"/>
        <w:rPr>
          <w:rFonts w:asciiTheme="minorHAnsi" w:hAnsiTheme="minorHAnsi" w:cstheme="minorHAnsi"/>
          <w:b/>
        </w:rPr>
      </w:pPr>
      <w:r w:rsidRPr="007A17C1">
        <w:rPr>
          <w:rFonts w:asciiTheme="minorHAnsi" w:hAnsiTheme="minorHAnsi" w:cstheme="minorHAnsi"/>
          <w:b/>
          <w:bCs/>
        </w:rPr>
        <w:t>PRÉ-PROJETO</w:t>
      </w:r>
    </w:p>
    <w:p w14:paraId="785D1810" w14:textId="77777777" w:rsidR="0065569E" w:rsidRPr="007A17C1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  <w:r w:rsidRPr="007A17C1">
        <w:rPr>
          <w:rFonts w:asciiTheme="minorHAnsi" w:hAnsiTheme="minorHAnsi" w:cstheme="minorHAnsi"/>
          <w:b/>
        </w:rPr>
        <w:t>Capa</w:t>
      </w:r>
      <w:r w:rsidRPr="007A17C1">
        <w:rPr>
          <w:rFonts w:asciiTheme="minorHAnsi" w:hAnsiTheme="minorHAnsi" w:cstheme="minorHAnsi"/>
        </w:rPr>
        <w:t xml:space="preserve">: </w:t>
      </w:r>
    </w:p>
    <w:p w14:paraId="26711D44" w14:textId="77777777" w:rsidR="0065569E" w:rsidRPr="007A17C1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7A17C1">
        <w:rPr>
          <w:rFonts w:asciiTheme="minorHAnsi" w:hAnsiTheme="minorHAnsi" w:cstheme="minorHAnsi"/>
          <w:spacing w:val="1"/>
        </w:rPr>
        <w:t>Título do Pré-p</w:t>
      </w:r>
      <w:r w:rsidRPr="007A17C1">
        <w:rPr>
          <w:rFonts w:asciiTheme="minorHAnsi" w:hAnsiTheme="minorHAnsi" w:cstheme="minorHAnsi"/>
        </w:rPr>
        <w:t xml:space="preserve">rojeto, </w:t>
      </w:r>
    </w:p>
    <w:p w14:paraId="5C7C927E" w14:textId="77777777" w:rsidR="0065569E" w:rsidRPr="007A17C1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7A17C1">
        <w:rPr>
          <w:rFonts w:asciiTheme="minorHAnsi" w:hAnsiTheme="minorHAnsi" w:cstheme="minorHAnsi"/>
        </w:rPr>
        <w:t xml:space="preserve">Nome da Linha de Pesquisa </w:t>
      </w:r>
    </w:p>
    <w:p w14:paraId="320CCEFB" w14:textId="77777777" w:rsidR="0065569E" w:rsidRPr="007A17C1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7A17C1">
        <w:rPr>
          <w:rFonts w:asciiTheme="minorHAnsi" w:hAnsiTheme="minorHAnsi" w:cstheme="minorHAnsi"/>
        </w:rPr>
        <w:t>Nome do orientador</w:t>
      </w:r>
      <w:r w:rsidRPr="007A17C1">
        <w:rPr>
          <w:rFonts w:asciiTheme="minorHAnsi" w:hAnsiTheme="minorHAnsi" w:cstheme="minorHAnsi"/>
          <w:spacing w:val="1"/>
        </w:rPr>
        <w:t xml:space="preserve"> e de segundo orientador</w:t>
      </w:r>
    </w:p>
    <w:p w14:paraId="306D398B" w14:textId="77777777" w:rsidR="0065569E" w:rsidRPr="007A17C1" w:rsidRDefault="0065569E" w:rsidP="00010DF7">
      <w:pPr>
        <w:widowControl w:val="0"/>
        <w:tabs>
          <w:tab w:val="left" w:pos="284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</w:p>
    <w:p w14:paraId="69455279" w14:textId="77777777" w:rsidR="0065569E" w:rsidRPr="007A17C1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  <w:r w:rsidRPr="007A17C1">
        <w:rPr>
          <w:rFonts w:asciiTheme="minorHAnsi" w:hAnsiTheme="minorHAnsi" w:cstheme="minorHAnsi"/>
          <w:b/>
        </w:rPr>
        <w:t>Resumo</w:t>
      </w:r>
      <w:r w:rsidRPr="007A17C1">
        <w:rPr>
          <w:rFonts w:asciiTheme="minorHAnsi" w:hAnsiTheme="minorHAnsi" w:cstheme="minorHAnsi"/>
        </w:rPr>
        <w:t xml:space="preserve"> </w:t>
      </w:r>
    </w:p>
    <w:p w14:paraId="2379E904" w14:textId="50B0E102" w:rsidR="0065569E" w:rsidRPr="00FC055F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7A17C1">
        <w:rPr>
          <w:rFonts w:asciiTheme="minorHAnsi" w:hAnsiTheme="minorHAnsi" w:cstheme="minorHAnsi"/>
        </w:rPr>
        <w:t xml:space="preserve">Parágrafo único com 100 a 500 palavras, contendo tema, problema/ou pergunta(s) da pesquisa, objetivo e método </w:t>
      </w:r>
      <w:r w:rsidR="00F124A2" w:rsidRPr="00FC055F">
        <w:rPr>
          <w:rFonts w:asciiTheme="minorHAnsi" w:hAnsiTheme="minorHAnsi" w:cstheme="minorHAnsi"/>
        </w:rPr>
        <w:t>(NBR 6028 de 2021)</w:t>
      </w:r>
      <w:r w:rsidR="009E3CB8" w:rsidRPr="00FC055F">
        <w:rPr>
          <w:rFonts w:asciiTheme="minorHAnsi" w:hAnsiTheme="minorHAnsi" w:cstheme="minorHAnsi"/>
        </w:rPr>
        <w:t>.</w:t>
      </w:r>
    </w:p>
    <w:p w14:paraId="16ECF800" w14:textId="63CD4B87" w:rsidR="0065569E" w:rsidRPr="00FC055F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FC055F">
        <w:rPr>
          <w:rFonts w:asciiTheme="minorHAnsi" w:hAnsiTheme="minorHAnsi" w:cstheme="minorHAnsi"/>
        </w:rPr>
        <w:t>Palavras-chave (4);</w:t>
      </w:r>
      <w:r w:rsidR="00F124A2" w:rsidRPr="00FC055F">
        <w:rPr>
          <w:rFonts w:asciiTheme="minorHAnsi" w:hAnsiTheme="minorHAnsi" w:cstheme="minorHAnsi"/>
        </w:rPr>
        <w:t xml:space="preserve">  </w:t>
      </w:r>
    </w:p>
    <w:p w14:paraId="1BF2DEA9" w14:textId="77777777" w:rsidR="0065569E" w:rsidRPr="00FC055F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</w:p>
    <w:p w14:paraId="4F54B7E2" w14:textId="77777777" w:rsidR="0065569E" w:rsidRPr="00FC055F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  <w:rPr>
          <w:rFonts w:asciiTheme="minorHAnsi" w:hAnsiTheme="minorHAnsi" w:cstheme="minorHAnsi"/>
          <w:b/>
          <w:bCs/>
        </w:rPr>
      </w:pPr>
      <w:r w:rsidRPr="00FC055F">
        <w:rPr>
          <w:rFonts w:asciiTheme="minorHAnsi" w:hAnsiTheme="minorHAnsi" w:cstheme="minorHAnsi"/>
          <w:b/>
          <w:bCs/>
        </w:rPr>
        <w:t>Introdução</w:t>
      </w:r>
    </w:p>
    <w:p w14:paraId="001F45AD" w14:textId="1B304328" w:rsidR="0065569E" w:rsidRPr="00FC055F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FC055F">
        <w:rPr>
          <w:rFonts w:asciiTheme="minorHAnsi" w:hAnsiTheme="minorHAnsi" w:cstheme="minorHAnsi"/>
        </w:rPr>
        <w:t>Apresentação e contextualização da temática da pesquisa</w:t>
      </w:r>
      <w:r w:rsidR="00D50DB1" w:rsidRPr="00FC055F">
        <w:rPr>
          <w:rFonts w:asciiTheme="minorHAnsi" w:hAnsiTheme="minorHAnsi" w:cstheme="minorHAnsi"/>
        </w:rPr>
        <w:t xml:space="preserve"> </w:t>
      </w:r>
      <w:r w:rsidR="003C799E" w:rsidRPr="00FC055F">
        <w:rPr>
          <w:rFonts w:asciiTheme="minorHAnsi" w:hAnsiTheme="minorHAnsi" w:cstheme="minorHAnsi"/>
        </w:rPr>
        <w:t>(</w:t>
      </w:r>
      <w:r w:rsidR="00D50DB1" w:rsidRPr="00FC055F">
        <w:rPr>
          <w:rFonts w:asciiTheme="minorHAnsi" w:hAnsiTheme="minorHAnsi" w:cstheme="minorHAnsi"/>
        </w:rPr>
        <w:t xml:space="preserve">ABNT NBR 14724 de 2011 e  </w:t>
      </w:r>
      <w:r w:rsidR="003C799E" w:rsidRPr="00FC055F">
        <w:rPr>
          <w:rFonts w:asciiTheme="minorHAnsi" w:hAnsiTheme="minorHAnsi" w:cstheme="minorHAnsi"/>
        </w:rPr>
        <w:t xml:space="preserve">ABNT NBR </w:t>
      </w:r>
      <w:r w:rsidR="00D50DB1" w:rsidRPr="00FC055F">
        <w:rPr>
          <w:rFonts w:asciiTheme="minorHAnsi" w:hAnsiTheme="minorHAnsi" w:cstheme="minorHAnsi"/>
        </w:rPr>
        <w:t>15287</w:t>
      </w:r>
      <w:r w:rsidR="003C799E" w:rsidRPr="00FC055F">
        <w:rPr>
          <w:rFonts w:asciiTheme="minorHAnsi" w:hAnsiTheme="minorHAnsi" w:cstheme="minorHAnsi"/>
        </w:rPr>
        <w:t xml:space="preserve"> de </w:t>
      </w:r>
      <w:r w:rsidR="00D50DB1" w:rsidRPr="00FC055F">
        <w:rPr>
          <w:rFonts w:asciiTheme="minorHAnsi" w:hAnsiTheme="minorHAnsi" w:cstheme="minorHAnsi"/>
        </w:rPr>
        <w:t xml:space="preserve"> 2011</w:t>
      </w:r>
      <w:r w:rsidR="003C799E" w:rsidRPr="00FC055F">
        <w:rPr>
          <w:rFonts w:asciiTheme="minorHAnsi" w:hAnsiTheme="minorHAnsi" w:cstheme="minorHAnsi"/>
        </w:rPr>
        <w:t>)</w:t>
      </w:r>
    </w:p>
    <w:p w14:paraId="4AC0B8E4" w14:textId="578945AE" w:rsidR="0065569E" w:rsidRPr="00FC055F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FC055F">
        <w:rPr>
          <w:rFonts w:asciiTheme="minorHAnsi" w:hAnsiTheme="minorHAnsi" w:cstheme="minorHAnsi"/>
        </w:rPr>
        <w:t>Revisão da literatura– utilizar sistema autor data (</w:t>
      </w:r>
      <w:r w:rsidR="009E3CB8" w:rsidRPr="00FC055F">
        <w:rPr>
          <w:rFonts w:asciiTheme="minorHAnsi" w:hAnsiTheme="minorHAnsi" w:cstheme="minorHAnsi"/>
          <w:sz w:val="20"/>
        </w:rPr>
        <w:t>ABNT</w:t>
      </w:r>
      <w:r w:rsidR="009E3CB8" w:rsidRPr="00FC055F">
        <w:rPr>
          <w:rFonts w:asciiTheme="minorHAnsi" w:hAnsiTheme="minorHAnsi" w:cstheme="minorHAnsi"/>
          <w:spacing w:val="-2"/>
          <w:sz w:val="20"/>
        </w:rPr>
        <w:t xml:space="preserve"> </w:t>
      </w:r>
      <w:r w:rsidR="009E3CB8" w:rsidRPr="00FC055F">
        <w:rPr>
          <w:rFonts w:asciiTheme="minorHAnsi" w:hAnsiTheme="minorHAnsi" w:cstheme="minorHAnsi"/>
          <w:sz w:val="20"/>
        </w:rPr>
        <w:t>NBR</w:t>
      </w:r>
      <w:r w:rsidR="009E3CB8" w:rsidRPr="00FC055F">
        <w:rPr>
          <w:rFonts w:asciiTheme="minorHAnsi" w:hAnsiTheme="minorHAnsi" w:cstheme="minorHAnsi"/>
          <w:spacing w:val="-2"/>
          <w:sz w:val="20"/>
        </w:rPr>
        <w:t xml:space="preserve"> </w:t>
      </w:r>
      <w:r w:rsidR="009E3CB8" w:rsidRPr="00FC055F">
        <w:rPr>
          <w:rFonts w:asciiTheme="minorHAnsi" w:hAnsiTheme="minorHAnsi" w:cstheme="minorHAnsi"/>
          <w:sz w:val="20"/>
        </w:rPr>
        <w:t>10520</w:t>
      </w:r>
      <w:r w:rsidRPr="00FC055F">
        <w:rPr>
          <w:rFonts w:asciiTheme="minorHAnsi" w:hAnsiTheme="minorHAnsi" w:cstheme="minorHAnsi"/>
        </w:rPr>
        <w:t>)</w:t>
      </w:r>
    </w:p>
    <w:p w14:paraId="5E81E1C3" w14:textId="77777777" w:rsidR="0065569E" w:rsidRPr="00FC055F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  <w:spacing w:val="1"/>
        </w:rPr>
      </w:pPr>
      <w:r w:rsidRPr="00FC055F">
        <w:rPr>
          <w:rFonts w:asciiTheme="minorHAnsi" w:hAnsiTheme="minorHAnsi" w:cstheme="minorHAnsi"/>
        </w:rPr>
        <w:t>Justificativa</w:t>
      </w:r>
      <w:r w:rsidRPr="00FC055F">
        <w:rPr>
          <w:rFonts w:asciiTheme="minorHAnsi" w:hAnsiTheme="minorHAnsi" w:cstheme="minorHAnsi"/>
          <w:spacing w:val="1"/>
        </w:rPr>
        <w:t xml:space="preserve"> da pesquisa – relevância científica e social</w:t>
      </w:r>
    </w:p>
    <w:p w14:paraId="37BEE363" w14:textId="77777777" w:rsidR="0065569E" w:rsidRPr="00FC055F" w:rsidRDefault="0065569E" w:rsidP="00010DF7">
      <w:pPr>
        <w:widowControl w:val="0"/>
        <w:tabs>
          <w:tab w:val="left" w:pos="284"/>
          <w:tab w:val="left" w:pos="567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</w:p>
    <w:p w14:paraId="312615DF" w14:textId="77777777" w:rsidR="0065569E" w:rsidRPr="00FC055F" w:rsidRDefault="0065569E" w:rsidP="00010DF7">
      <w:pPr>
        <w:widowControl w:val="0"/>
        <w:tabs>
          <w:tab w:val="left" w:pos="284"/>
          <w:tab w:val="left" w:pos="1497"/>
        </w:tabs>
        <w:autoSpaceDE w:val="0"/>
        <w:autoSpaceDN w:val="0"/>
        <w:spacing w:line="240" w:lineRule="auto"/>
        <w:rPr>
          <w:rFonts w:asciiTheme="minorHAnsi" w:hAnsiTheme="minorHAnsi" w:cstheme="minorHAnsi"/>
          <w:strike/>
        </w:rPr>
      </w:pPr>
      <w:r w:rsidRPr="00FC055F">
        <w:rPr>
          <w:rFonts w:asciiTheme="minorHAnsi" w:hAnsiTheme="minorHAnsi" w:cstheme="minorHAnsi"/>
          <w:b/>
        </w:rPr>
        <w:t xml:space="preserve">Objetivos: </w:t>
      </w:r>
      <w:r w:rsidRPr="00FC055F">
        <w:rPr>
          <w:rFonts w:asciiTheme="minorHAnsi" w:hAnsiTheme="minorHAnsi" w:cstheme="minorHAnsi"/>
        </w:rPr>
        <w:t xml:space="preserve"> </w:t>
      </w:r>
    </w:p>
    <w:p w14:paraId="1D21DBBD" w14:textId="77777777" w:rsidR="0065569E" w:rsidRPr="00FC055F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</w:rPr>
      </w:pPr>
      <w:r w:rsidRPr="00FC055F">
        <w:rPr>
          <w:rFonts w:asciiTheme="minorHAnsi" w:hAnsiTheme="minorHAnsi" w:cstheme="minorHAnsi"/>
        </w:rPr>
        <w:t>descritos sumariamente contendo objetivo geral e específico(s)</w:t>
      </w:r>
    </w:p>
    <w:p w14:paraId="36F79F54" w14:textId="77777777" w:rsidR="0065569E" w:rsidRPr="00FC055F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rFonts w:asciiTheme="minorHAnsi" w:hAnsiTheme="minorHAnsi" w:cstheme="minorHAnsi"/>
          <w:b/>
        </w:rPr>
      </w:pPr>
    </w:p>
    <w:p w14:paraId="54A81FCC" w14:textId="77777777" w:rsidR="0065569E" w:rsidRPr="00FC055F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  <w:r w:rsidRPr="00FC055F">
        <w:rPr>
          <w:rFonts w:asciiTheme="minorHAnsi" w:hAnsiTheme="minorHAnsi" w:cstheme="minorHAnsi"/>
          <w:b/>
        </w:rPr>
        <w:t>Material e métodos</w:t>
      </w:r>
      <w:r w:rsidRPr="00FC055F">
        <w:rPr>
          <w:rFonts w:asciiTheme="minorHAnsi" w:hAnsiTheme="minorHAnsi" w:cstheme="minorHAnsi"/>
        </w:rPr>
        <w:t>:</w:t>
      </w:r>
    </w:p>
    <w:p w14:paraId="50D8BD7C" w14:textId="77777777" w:rsidR="0065569E" w:rsidRPr="00FC055F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rFonts w:asciiTheme="minorHAnsi" w:hAnsiTheme="minorHAnsi" w:cstheme="minorHAnsi"/>
          <w:strike/>
        </w:rPr>
      </w:pPr>
      <w:r w:rsidRPr="00FC055F">
        <w:rPr>
          <w:rFonts w:asciiTheme="minorHAnsi" w:hAnsiTheme="minorHAnsi" w:cstheme="minorHAnsi"/>
        </w:rPr>
        <w:t>Descrever o estudo (descritivo, analítico, experimental, laboratorial, etc.), sujeito(s) (população e/ou amostra), procedimentos de coleta  e análise de dados, e implicações éticas</w:t>
      </w:r>
    </w:p>
    <w:p w14:paraId="25EA18DD" w14:textId="77777777" w:rsidR="0065569E" w:rsidRPr="00FC055F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rFonts w:asciiTheme="minorHAnsi" w:hAnsiTheme="minorHAnsi" w:cstheme="minorHAnsi"/>
          <w:strike/>
        </w:rPr>
      </w:pPr>
    </w:p>
    <w:p w14:paraId="20C88F75" w14:textId="77777777" w:rsidR="0065569E" w:rsidRPr="00FC055F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  <w:r w:rsidRPr="00FC055F">
        <w:rPr>
          <w:rFonts w:asciiTheme="minorHAnsi" w:hAnsiTheme="minorHAnsi" w:cstheme="minorHAnsi"/>
          <w:b/>
        </w:rPr>
        <w:t>Cronograma de</w:t>
      </w:r>
      <w:r w:rsidRPr="00FC055F">
        <w:rPr>
          <w:rFonts w:asciiTheme="minorHAnsi" w:hAnsiTheme="minorHAnsi" w:cstheme="minorHAnsi"/>
          <w:b/>
          <w:spacing w:val="12"/>
        </w:rPr>
        <w:t xml:space="preserve"> </w:t>
      </w:r>
      <w:r w:rsidRPr="00FC055F">
        <w:rPr>
          <w:rFonts w:asciiTheme="minorHAnsi" w:hAnsiTheme="minorHAnsi" w:cstheme="minorHAnsi"/>
          <w:b/>
        </w:rPr>
        <w:t>execução</w:t>
      </w:r>
      <w:r w:rsidRPr="00FC055F">
        <w:rPr>
          <w:rFonts w:asciiTheme="minorHAnsi" w:hAnsiTheme="minorHAnsi" w:cstheme="minorHAnsi"/>
        </w:rPr>
        <w:t xml:space="preserve"> </w:t>
      </w:r>
    </w:p>
    <w:p w14:paraId="493445AF" w14:textId="77777777" w:rsidR="0065569E" w:rsidRPr="00FC055F" w:rsidRDefault="0065569E" w:rsidP="00010DF7">
      <w:pPr>
        <w:pStyle w:val="PargrafodaLista"/>
        <w:ind w:left="0"/>
        <w:rPr>
          <w:rFonts w:asciiTheme="minorHAnsi" w:hAnsiTheme="minorHAnsi" w:cstheme="minorHAnsi"/>
          <w:sz w:val="24"/>
          <w:szCs w:val="24"/>
        </w:rPr>
      </w:pPr>
    </w:p>
    <w:p w14:paraId="75621DAB" w14:textId="77777777" w:rsidR="0065569E" w:rsidRPr="007A17C1" w:rsidRDefault="0065569E" w:rsidP="00010DF7">
      <w:pPr>
        <w:widowControl w:val="0"/>
        <w:tabs>
          <w:tab w:val="left" w:pos="284"/>
          <w:tab w:val="left" w:pos="1498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  <w:r w:rsidRPr="00FC055F">
        <w:rPr>
          <w:rFonts w:asciiTheme="minorHAnsi" w:hAnsiTheme="minorHAnsi" w:cstheme="minorHAnsi"/>
          <w:b/>
        </w:rPr>
        <w:t>Referências</w:t>
      </w:r>
      <w:r w:rsidRPr="00FC055F">
        <w:rPr>
          <w:rFonts w:asciiTheme="minorHAnsi" w:hAnsiTheme="minorHAnsi" w:cstheme="minorHAnsi"/>
        </w:rPr>
        <w:t xml:space="preserve"> (ABNT 6023 - 2018)</w:t>
      </w:r>
    </w:p>
    <w:p w14:paraId="501913D1" w14:textId="1DA2149A" w:rsidR="0065569E" w:rsidRDefault="0065569E" w:rsidP="00010DF7">
      <w:pPr>
        <w:widowControl w:val="0"/>
        <w:tabs>
          <w:tab w:val="left" w:pos="284"/>
          <w:tab w:val="left" w:pos="1498"/>
        </w:tabs>
        <w:autoSpaceDE w:val="0"/>
        <w:autoSpaceDN w:val="0"/>
        <w:spacing w:line="240" w:lineRule="auto"/>
        <w:rPr>
          <w:rFonts w:asciiTheme="minorHAnsi" w:hAnsiTheme="minorHAnsi" w:cstheme="minorHAnsi"/>
        </w:rPr>
      </w:pPr>
    </w:p>
    <w:p w14:paraId="6DFD2917" w14:textId="7C2A126D" w:rsidR="007A17C1" w:rsidRDefault="007A17C1">
      <w:pPr>
        <w:spacing w:line="24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D1A2BF0" w14:textId="06D1220A" w:rsidR="0065569E" w:rsidRPr="007A17C1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7A17C1">
        <w:rPr>
          <w:rFonts w:asciiTheme="minorHAnsi" w:hAnsiTheme="minorHAnsi" w:cstheme="minorHAnsi"/>
          <w:b/>
          <w:bCs/>
        </w:rPr>
        <w:lastRenderedPageBreak/>
        <w:t xml:space="preserve"> (continuação)</w:t>
      </w:r>
    </w:p>
    <w:p w14:paraId="20148F6C" w14:textId="77777777" w:rsidR="0065569E" w:rsidRPr="007A17C1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14:paraId="4FCEF82D" w14:textId="4A5532F7" w:rsidR="0065569E" w:rsidRPr="007A17C1" w:rsidRDefault="00F045F6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7A17C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5C2A8D7" wp14:editId="1FD1AFE2">
                <wp:simplePos x="0" y="0"/>
                <wp:positionH relativeFrom="margin">
                  <wp:posOffset>73025</wp:posOffset>
                </wp:positionH>
                <wp:positionV relativeFrom="paragraph">
                  <wp:posOffset>370205</wp:posOffset>
                </wp:positionV>
                <wp:extent cx="5566410" cy="802005"/>
                <wp:effectExtent l="0" t="0" r="0" b="0"/>
                <wp:wrapSquare wrapText="bothSides"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641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1992C" w14:textId="77777777" w:rsidR="00010DF7" w:rsidRPr="00FC055F" w:rsidRDefault="00010DF7" w:rsidP="0065569E">
                            <w:pPr>
                              <w:spacing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C055F">
                              <w:rPr>
                                <w:rFonts w:asciiTheme="minorHAnsi" w:hAnsiTheme="minorHAnsi" w:cstheme="minorHAnsi"/>
                              </w:rPr>
                              <w:t xml:space="preserve">O candidato deverá apresentar os motivos para a execução do seu projeto frente à linha de pesquisa do orientador pretendido, caracterização da proposta quanto à multidisciplinaridade e/ou interdisciplinaridade da pesquisa na produção de novos conhecimentos, e ineditismo da pesquisa para o doutorado.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5C2A8D7" id="_x0000_s1027" type="#_x0000_t202" style="position:absolute;left:0;text-align:left;margin-left:5.75pt;margin-top:29.15pt;width:438.3pt;height:63.1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">
                <v:textbox style="mso-fit-shape-to-text:t">
                  <w:txbxContent>
                    <w:p w14:paraId="4821992C" w14:textId="77777777" w:rsidR="00010DF7" w:rsidRPr="00FC055F" w:rsidRDefault="00010DF7" w:rsidP="0065569E">
                      <w:pPr>
                        <w:spacing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FC055F">
                        <w:rPr>
                          <w:rFonts w:asciiTheme="minorHAnsi" w:hAnsiTheme="minorHAnsi" w:cstheme="minorHAnsi"/>
                        </w:rPr>
                        <w:t xml:space="preserve">O candidato deverá apresentar os motivos para a execução do seu projeto frente à linha de pesquisa do orientador pretendido, caracterização da proposta quanto à multidisciplinaridade e/ou interdisciplinaridade da pesquisa na produção de novos conhecimentos, e ineditismo da pesquisa para o doutorado.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569E" w:rsidRPr="007A17C1">
        <w:rPr>
          <w:rFonts w:asciiTheme="minorHAnsi" w:hAnsiTheme="minorHAnsi" w:cstheme="minorHAnsi"/>
          <w:b/>
          <w:bCs/>
        </w:rPr>
        <w:t>APÊNDICE A – Apresentação da proposta de pesquisa</w:t>
      </w:r>
    </w:p>
    <w:p w14:paraId="5213BD4C" w14:textId="77777777" w:rsidR="0065569E" w:rsidRPr="007A17C1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rFonts w:asciiTheme="minorHAnsi" w:hAnsiTheme="minorHAnsi" w:cstheme="minorHAnsi"/>
          <w:strike/>
        </w:rPr>
      </w:pPr>
    </w:p>
    <w:p w14:paraId="5A51FC7A" w14:textId="77777777" w:rsidR="0065569E" w:rsidRPr="007A17C1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rFonts w:asciiTheme="minorHAnsi" w:hAnsiTheme="minorHAnsi" w:cstheme="minorHAnsi"/>
          <w:strike/>
        </w:rPr>
      </w:pPr>
    </w:p>
    <w:p w14:paraId="164FB56E" w14:textId="77777777" w:rsidR="0065569E" w:rsidRPr="007A17C1" w:rsidRDefault="0065569E" w:rsidP="00010DF7">
      <w:pPr>
        <w:spacing w:line="240" w:lineRule="auto"/>
        <w:rPr>
          <w:rFonts w:asciiTheme="minorHAnsi" w:hAnsiTheme="minorHAnsi" w:cstheme="minorHAnsi"/>
        </w:rPr>
      </w:pPr>
    </w:p>
    <w:p w14:paraId="0AF00006" w14:textId="77777777" w:rsidR="0065569E" w:rsidRPr="007A17C1" w:rsidRDefault="0065569E" w:rsidP="00010DF7">
      <w:pPr>
        <w:spacing w:line="240" w:lineRule="auto"/>
        <w:rPr>
          <w:rFonts w:asciiTheme="minorHAnsi" w:hAnsiTheme="minorHAnsi" w:cstheme="minorHAnsi"/>
        </w:rPr>
      </w:pPr>
    </w:p>
    <w:p w14:paraId="343DAF76" w14:textId="77777777" w:rsidR="0065569E" w:rsidRPr="007A17C1" w:rsidRDefault="0065569E" w:rsidP="00010DF7">
      <w:pPr>
        <w:spacing w:line="240" w:lineRule="auto"/>
        <w:rPr>
          <w:rFonts w:asciiTheme="minorHAnsi" w:hAnsiTheme="minorHAnsi" w:cstheme="minorHAnsi"/>
        </w:rPr>
      </w:pPr>
      <w:r w:rsidRPr="007A17C1">
        <w:rPr>
          <w:rFonts w:asciiTheme="minorHAnsi" w:hAnsiTheme="minorHAnsi" w:cstheme="minorHAnsi"/>
        </w:rPr>
        <w:t>A Capes considera que:</w:t>
      </w:r>
    </w:p>
    <w:p w14:paraId="3D810E12" w14:textId="77777777" w:rsidR="0065569E" w:rsidRPr="007A17C1" w:rsidRDefault="0065569E" w:rsidP="00010DF7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B0597F7" w14:textId="77777777" w:rsidR="0065569E" w:rsidRPr="007A17C1" w:rsidRDefault="0065569E" w:rsidP="00010DF7">
      <w:pPr>
        <w:rPr>
          <w:rFonts w:asciiTheme="minorHAnsi" w:hAnsiTheme="minorHAnsi" w:cstheme="minorHAnsi"/>
          <w:i/>
        </w:rPr>
      </w:pPr>
      <w:r w:rsidRPr="007A17C1">
        <w:rPr>
          <w:rFonts w:asciiTheme="minorHAnsi" w:hAnsiTheme="minorHAnsi" w:cstheme="minorHAnsi"/>
          <w:i/>
        </w:rPr>
        <w:t xml:space="preserve">A multidisciplinaridade representa um avanço no tratamento de um dado problema de investigação complexo, porque pressupõe sua abordagem sob várias perspectivas teórico-metodológicas. Entende-se por </w:t>
      </w:r>
      <w:r w:rsidRPr="007A17C1">
        <w:rPr>
          <w:rFonts w:asciiTheme="minorHAnsi" w:hAnsiTheme="minorHAnsi" w:cstheme="minorHAnsi"/>
          <w:b/>
          <w:i/>
        </w:rPr>
        <w:t>multidisciplinar</w:t>
      </w:r>
      <w:r w:rsidRPr="007A17C1">
        <w:rPr>
          <w:rFonts w:asciiTheme="minorHAnsi" w:hAnsiTheme="minorHAnsi" w:cstheme="minorHAnsi"/>
          <w:i/>
        </w:rPr>
        <w:t xml:space="preserve"> o estudo que agrega diferentes áreas do conhecimento em torno de um ou mais temas, no qual cada área ainda preserva sua metodologia e independência.</w:t>
      </w:r>
    </w:p>
    <w:p w14:paraId="40A3A6E3" w14:textId="77777777" w:rsidR="0065569E" w:rsidRPr="007A17C1" w:rsidRDefault="0065569E" w:rsidP="00010DF7">
      <w:pPr>
        <w:rPr>
          <w:rFonts w:asciiTheme="minorHAnsi" w:hAnsiTheme="minorHAnsi" w:cstheme="minorHAnsi"/>
          <w:i/>
        </w:rPr>
      </w:pPr>
      <w:r w:rsidRPr="007A17C1">
        <w:rPr>
          <w:rFonts w:asciiTheme="minorHAnsi" w:hAnsiTheme="minorHAnsi" w:cstheme="minorHAnsi"/>
          <w:i/>
        </w:rPr>
        <w:t xml:space="preserve">A interdisciplinaridade pressupõe uma forma de produção do conhecimento, porque ela implica trocas teóricas e metodológicas, geração de novos conceitos e metodologias e graus crescentes de intersubjetividade, visando atender a natureza múltipla de fenômenos de maior complexidade. </w:t>
      </w:r>
    </w:p>
    <w:p w14:paraId="6146293B" w14:textId="77777777" w:rsidR="0065569E" w:rsidRPr="007A17C1" w:rsidRDefault="0065569E" w:rsidP="00010DF7">
      <w:pPr>
        <w:rPr>
          <w:rFonts w:asciiTheme="minorHAnsi" w:hAnsiTheme="minorHAnsi" w:cstheme="minorHAnsi"/>
          <w:i/>
        </w:rPr>
      </w:pPr>
    </w:p>
    <w:p w14:paraId="5BA8A34F" w14:textId="77777777" w:rsidR="0065569E" w:rsidRPr="007A17C1" w:rsidRDefault="0065569E" w:rsidP="00010DF7">
      <w:pPr>
        <w:rPr>
          <w:rFonts w:asciiTheme="minorHAnsi" w:hAnsiTheme="minorHAnsi" w:cstheme="minorHAnsi"/>
          <w:i/>
        </w:rPr>
      </w:pPr>
      <w:r w:rsidRPr="007A17C1">
        <w:rPr>
          <w:rFonts w:asciiTheme="minorHAnsi" w:hAnsiTheme="minorHAnsi" w:cstheme="minorHAnsi"/>
          <w:i/>
        </w:rPr>
        <w:t xml:space="preserve">Entende-se por </w:t>
      </w:r>
      <w:r w:rsidRPr="007A17C1">
        <w:rPr>
          <w:rFonts w:asciiTheme="minorHAnsi" w:hAnsiTheme="minorHAnsi" w:cstheme="minorHAnsi"/>
          <w:b/>
          <w:i/>
        </w:rPr>
        <w:t>interdisciplinaridade</w:t>
      </w:r>
      <w:r w:rsidRPr="007A17C1">
        <w:rPr>
          <w:rFonts w:asciiTheme="minorHAnsi" w:hAnsiTheme="minorHAnsi" w:cstheme="minorHAnsi"/>
          <w:i/>
        </w:rPr>
        <w:t xml:space="preserve"> a convergência de duas ou mais áreas do conhecimento, não pertencente à mesma classe, que contribua para o avanço das fronteiras da ciência e tecnologia, transfira métodos de uma área para outra, gerando novos conhecimentos e disciplina e faça surgir um novo profissional com um perfil distinto dos existentes com formação básica sólida e integradora.</w:t>
      </w:r>
    </w:p>
    <w:p w14:paraId="6F8DF699" w14:textId="77777777" w:rsidR="0065569E" w:rsidRPr="007A17C1" w:rsidRDefault="0065569E" w:rsidP="00010DF7">
      <w:pPr>
        <w:spacing w:line="240" w:lineRule="auto"/>
        <w:rPr>
          <w:rFonts w:asciiTheme="minorHAnsi" w:hAnsiTheme="minorHAnsi" w:cstheme="minorHAnsi"/>
          <w:i/>
        </w:rPr>
      </w:pPr>
    </w:p>
    <w:p w14:paraId="343A30D0" w14:textId="77777777" w:rsidR="0065569E" w:rsidRPr="007A17C1" w:rsidRDefault="0065569E" w:rsidP="00010DF7">
      <w:pPr>
        <w:spacing w:line="240" w:lineRule="auto"/>
        <w:rPr>
          <w:rFonts w:asciiTheme="minorHAnsi" w:hAnsiTheme="minorHAnsi" w:cstheme="minorHAnsi"/>
          <w:i/>
        </w:rPr>
      </w:pPr>
      <w:r w:rsidRPr="007A17C1">
        <w:rPr>
          <w:rFonts w:asciiTheme="minorHAnsi" w:hAnsiTheme="minorHAnsi" w:cstheme="minorHAnsi"/>
          <w:i/>
        </w:rPr>
        <w:t>De uma proposta de Programa de Pós-Graduação Interdisciplinar, espera-se que o produto final, em geração do conhecimento e qualidade de recursos humanos formados, seja maior que a soma das contribuições individuais das partes envolvidas....”</w:t>
      </w:r>
    </w:p>
    <w:p w14:paraId="376F5E53" w14:textId="77777777" w:rsidR="0065569E" w:rsidRPr="007A17C1" w:rsidRDefault="0065569E" w:rsidP="00010DF7">
      <w:pPr>
        <w:spacing w:line="240" w:lineRule="auto"/>
        <w:rPr>
          <w:rFonts w:asciiTheme="minorHAnsi" w:hAnsiTheme="minorHAnsi" w:cstheme="minorHAnsi"/>
          <w:i/>
        </w:rPr>
      </w:pPr>
    </w:p>
    <w:p w14:paraId="468269EC" w14:textId="77777777" w:rsidR="0065569E" w:rsidRPr="007A17C1" w:rsidRDefault="000C383D" w:rsidP="00010DF7">
      <w:pPr>
        <w:tabs>
          <w:tab w:val="left" w:pos="426"/>
        </w:tabs>
        <w:spacing w:line="240" w:lineRule="auto"/>
        <w:rPr>
          <w:rFonts w:asciiTheme="minorHAnsi" w:hAnsiTheme="minorHAnsi" w:cstheme="minorHAnsi"/>
          <w:color w:val="FF0000"/>
        </w:rPr>
      </w:pPr>
      <w:hyperlink r:id="rId8" w:history="1">
        <w:r w:rsidR="0065569E" w:rsidRPr="007A17C1">
          <w:rPr>
            <w:rStyle w:val="Hyperlink"/>
            <w:rFonts w:asciiTheme="minorHAnsi" w:hAnsiTheme="minorHAnsi" w:cstheme="minorHAnsi"/>
          </w:rPr>
          <w:t>http://www1.capes.gov.br/images/Documento_de_%C3%A1rea_2019/INTERDISCIPLINAR.pdf</w:t>
        </w:r>
      </w:hyperlink>
      <w:r w:rsidR="0065569E" w:rsidRPr="007A17C1">
        <w:rPr>
          <w:rFonts w:asciiTheme="minorHAnsi" w:hAnsiTheme="minorHAnsi" w:cstheme="minorHAnsi"/>
          <w:color w:val="FF0000"/>
        </w:rPr>
        <w:t xml:space="preserve"> </w:t>
      </w:r>
    </w:p>
    <w:p w14:paraId="14265F6C" w14:textId="77777777" w:rsidR="0065569E" w:rsidRPr="007A17C1" w:rsidRDefault="0065569E" w:rsidP="00010DF7">
      <w:pPr>
        <w:tabs>
          <w:tab w:val="left" w:pos="426"/>
        </w:tabs>
        <w:rPr>
          <w:rFonts w:asciiTheme="minorHAnsi" w:hAnsiTheme="minorHAnsi" w:cstheme="minorHAnsi"/>
          <w:b/>
          <w:bCs/>
        </w:rPr>
      </w:pPr>
    </w:p>
    <w:p w14:paraId="1F27802A" w14:textId="48BB191E" w:rsidR="007A17C1" w:rsidRDefault="007A17C1">
      <w:pPr>
        <w:spacing w:line="240" w:lineRule="auto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61BCCA2D" w14:textId="352EA15E" w:rsidR="0065569E" w:rsidRPr="007A17C1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7A17C1">
        <w:rPr>
          <w:rFonts w:asciiTheme="minorHAnsi" w:hAnsiTheme="minorHAnsi" w:cstheme="minorHAnsi"/>
          <w:b/>
          <w:bCs/>
        </w:rPr>
        <w:lastRenderedPageBreak/>
        <w:t xml:space="preserve"> (continuação)</w:t>
      </w:r>
    </w:p>
    <w:p w14:paraId="22A4FFBC" w14:textId="77777777" w:rsidR="0065569E" w:rsidRPr="007A17C1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14:paraId="2EF38B8A" w14:textId="77777777" w:rsidR="0065569E" w:rsidRPr="007A17C1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ind w:hanging="284"/>
        <w:jc w:val="left"/>
        <w:rPr>
          <w:rFonts w:asciiTheme="minorHAnsi" w:hAnsiTheme="minorHAnsi" w:cstheme="minorHAnsi"/>
          <w:b/>
          <w:bCs/>
        </w:rPr>
      </w:pPr>
      <w:r w:rsidRPr="007A17C1">
        <w:rPr>
          <w:rFonts w:asciiTheme="minorHAnsi" w:hAnsiTheme="minorHAnsi" w:cstheme="minorHAnsi"/>
          <w:b/>
          <w:bCs/>
        </w:rPr>
        <w:t>A – VINCULAÇÃO COM A ÁREA DO 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9"/>
      </w:tblGrid>
      <w:tr w:rsidR="0065569E" w:rsidRPr="007A17C1" w14:paraId="507ACD8B" w14:textId="77777777" w:rsidTr="00FB3837">
        <w:tc>
          <w:tcPr>
            <w:tcW w:w="9019" w:type="dxa"/>
            <w:shd w:val="clear" w:color="auto" w:fill="auto"/>
          </w:tcPr>
          <w:p w14:paraId="503D0878" w14:textId="77777777" w:rsidR="0065569E" w:rsidRPr="007A17C1" w:rsidRDefault="0065569E" w:rsidP="00010DF7">
            <w:pPr>
              <w:tabs>
                <w:tab w:val="left" w:pos="426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7A17C1">
              <w:rPr>
                <w:rFonts w:asciiTheme="minorHAnsi" w:hAnsiTheme="minorHAnsi" w:cstheme="minorHAnsi"/>
              </w:rPr>
              <w:t>Descreva, no quadro abaixo, a caracterização da sua proposta quanto à multidisciplinaridade e/ou interdisciplinaridade da pesquisa na produção e integração de novos conhecimentos.</w:t>
            </w:r>
          </w:p>
        </w:tc>
      </w:tr>
      <w:tr w:rsidR="0065569E" w:rsidRPr="007A17C1" w14:paraId="03FFDCD0" w14:textId="77777777" w:rsidTr="00FB3837">
        <w:tc>
          <w:tcPr>
            <w:tcW w:w="9019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bCs/>
              </w:rPr>
              <w:id w:val="-1921869359"/>
              <w:placeholder>
                <w:docPart w:val="DefaultPlaceholder_-1854013440"/>
              </w:placeholder>
              <w:showingPlcHdr/>
            </w:sdtPr>
            <w:sdtEndPr/>
            <w:sdtContent>
              <w:p w14:paraId="122C2132" w14:textId="336399E1" w:rsidR="0065569E" w:rsidRPr="007A17C1" w:rsidRDefault="00644A8A" w:rsidP="00010DF7">
                <w:pPr>
                  <w:tabs>
                    <w:tab w:val="left" w:pos="426"/>
                  </w:tabs>
                  <w:rPr>
                    <w:rFonts w:asciiTheme="minorHAnsi" w:hAnsiTheme="minorHAnsi" w:cstheme="minorHAnsi"/>
                    <w:b/>
                    <w:bCs/>
                  </w:rPr>
                </w:pPr>
                <w:r w:rsidRPr="007A17C1">
                  <w:rPr>
                    <w:rStyle w:val="TextodoEspaoReservado"/>
                    <w:rFonts w:asciiTheme="minorHAnsi" w:eastAsia="Arial" w:hAnsiTheme="minorHAnsi" w:cstheme="minorHAnsi"/>
                  </w:rPr>
                  <w:t>Clique ou toque aqui para inserir o texto.</w:t>
                </w:r>
              </w:p>
            </w:sdtContent>
          </w:sdt>
          <w:p w14:paraId="42022A85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6826025C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15357FA8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406F09A7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7ED2194A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5D2132FA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5DAD8DD7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662755F5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0E198494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9C6D023" w14:textId="77777777" w:rsidR="0065569E" w:rsidRPr="007A17C1" w:rsidRDefault="0065569E" w:rsidP="00010DF7">
      <w:pPr>
        <w:tabs>
          <w:tab w:val="left" w:pos="426"/>
        </w:tabs>
        <w:rPr>
          <w:rFonts w:asciiTheme="minorHAnsi" w:hAnsiTheme="minorHAnsi" w:cstheme="minorHAnsi"/>
        </w:rPr>
      </w:pPr>
    </w:p>
    <w:p w14:paraId="2B2B8783" w14:textId="77777777" w:rsidR="0065569E" w:rsidRPr="007A17C1" w:rsidRDefault="0065569E" w:rsidP="00010DF7">
      <w:pPr>
        <w:tabs>
          <w:tab w:val="left" w:pos="426"/>
        </w:tabs>
        <w:spacing w:line="240" w:lineRule="auto"/>
        <w:jc w:val="left"/>
        <w:rPr>
          <w:rFonts w:asciiTheme="minorHAnsi" w:hAnsiTheme="minorHAnsi" w:cstheme="minorHAnsi"/>
          <w:highlight w:val="cyan"/>
        </w:rPr>
      </w:pPr>
      <w:r w:rsidRPr="007A17C1">
        <w:rPr>
          <w:rFonts w:asciiTheme="minorHAnsi" w:hAnsiTheme="minorHAnsi" w:cstheme="minorHAnsi"/>
          <w:b/>
          <w:bCs/>
        </w:rPr>
        <w:t>B – VINCULAÇÃO DA PROPOSTA COM LINHA DE PESQUISA E SEU</w:t>
      </w:r>
      <w:r w:rsidRPr="00FE3252">
        <w:rPr>
          <w:rFonts w:asciiTheme="minorHAnsi" w:hAnsiTheme="minorHAnsi" w:cstheme="minorHAnsi"/>
          <w:color w:val="FF0000"/>
        </w:rPr>
        <w:t xml:space="preserve"> </w:t>
      </w:r>
      <w:r w:rsidRPr="007A17C1">
        <w:rPr>
          <w:rFonts w:asciiTheme="minorHAnsi" w:hAnsiTheme="minorHAnsi" w:cstheme="minorHAnsi"/>
          <w:b/>
          <w:bCs/>
        </w:rPr>
        <w:t>DESENVOLVIMENTO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47"/>
        <w:gridCol w:w="6472"/>
      </w:tblGrid>
      <w:tr w:rsidR="0065569E" w:rsidRPr="007A17C1" w14:paraId="304A4CF4" w14:textId="77777777" w:rsidTr="00FB3837">
        <w:tc>
          <w:tcPr>
            <w:tcW w:w="2547" w:type="dxa"/>
            <w:shd w:val="clear" w:color="auto" w:fill="auto"/>
          </w:tcPr>
          <w:p w14:paraId="3FFA7A4A" w14:textId="77777777" w:rsidR="0065569E" w:rsidRPr="007A17C1" w:rsidRDefault="0065569E" w:rsidP="00010DF7">
            <w:pPr>
              <w:tabs>
                <w:tab w:val="left" w:pos="426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7A17C1">
              <w:rPr>
                <w:rFonts w:asciiTheme="minorHAnsi" w:hAnsiTheme="minorHAnsi" w:cstheme="minorHAnsi"/>
              </w:rPr>
              <w:t xml:space="preserve">Linha de pesquisa: </w:t>
            </w:r>
          </w:p>
        </w:tc>
        <w:sdt>
          <w:sdtPr>
            <w:rPr>
              <w:rFonts w:asciiTheme="minorHAnsi" w:hAnsiTheme="minorHAnsi" w:cstheme="minorHAnsi"/>
              <w:highlight w:val="cyan"/>
            </w:rPr>
            <w:id w:val="-13749188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72" w:type="dxa"/>
                <w:shd w:val="clear" w:color="auto" w:fill="auto"/>
              </w:tcPr>
              <w:p w14:paraId="07325096" w14:textId="546E540E" w:rsidR="0065569E" w:rsidRPr="007A17C1" w:rsidRDefault="00644A8A" w:rsidP="00010DF7">
                <w:pPr>
                  <w:tabs>
                    <w:tab w:val="left" w:pos="426"/>
                  </w:tabs>
                  <w:spacing w:line="240" w:lineRule="auto"/>
                  <w:rPr>
                    <w:rFonts w:asciiTheme="minorHAnsi" w:hAnsiTheme="minorHAnsi" w:cstheme="minorHAnsi"/>
                    <w:highlight w:val="cyan"/>
                  </w:rPr>
                </w:pPr>
                <w:r w:rsidRPr="007A17C1">
                  <w:rPr>
                    <w:rStyle w:val="TextodoEspaoReservado"/>
                    <w:rFonts w:asciiTheme="minorHAnsi" w:eastAsia="Arial" w:hAnsiTheme="minorHAnsi" w:cstheme="minorHAnsi"/>
                  </w:rPr>
                  <w:t>Clique ou toque aqui para inserir o texto.</w:t>
                </w:r>
              </w:p>
            </w:tc>
          </w:sdtContent>
        </w:sdt>
      </w:tr>
      <w:tr w:rsidR="0065569E" w:rsidRPr="007A17C1" w14:paraId="0F10DA00" w14:textId="77777777" w:rsidTr="00FB3837">
        <w:tc>
          <w:tcPr>
            <w:tcW w:w="2547" w:type="dxa"/>
            <w:shd w:val="clear" w:color="auto" w:fill="auto"/>
          </w:tcPr>
          <w:p w14:paraId="2D770AE7" w14:textId="77777777" w:rsidR="0065569E" w:rsidRPr="007A17C1" w:rsidRDefault="0065569E" w:rsidP="00010DF7">
            <w:pPr>
              <w:tabs>
                <w:tab w:val="left" w:pos="426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7A17C1">
              <w:rPr>
                <w:rFonts w:asciiTheme="minorHAnsi" w:hAnsiTheme="minorHAnsi" w:cstheme="minorHAnsi"/>
              </w:rPr>
              <w:t xml:space="preserve">Orientador pretendido: </w:t>
            </w:r>
          </w:p>
        </w:tc>
        <w:sdt>
          <w:sdtPr>
            <w:rPr>
              <w:rFonts w:asciiTheme="minorHAnsi" w:hAnsiTheme="minorHAnsi" w:cstheme="minorHAnsi"/>
              <w:highlight w:val="cyan"/>
            </w:rPr>
            <w:id w:val="196060611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72" w:type="dxa"/>
                <w:shd w:val="clear" w:color="auto" w:fill="auto"/>
              </w:tcPr>
              <w:p w14:paraId="4AEA06BA" w14:textId="2B804C45" w:rsidR="0065569E" w:rsidRPr="007A17C1" w:rsidRDefault="00644A8A" w:rsidP="00010DF7">
                <w:pPr>
                  <w:tabs>
                    <w:tab w:val="left" w:pos="426"/>
                  </w:tabs>
                  <w:spacing w:line="240" w:lineRule="auto"/>
                  <w:rPr>
                    <w:rFonts w:asciiTheme="minorHAnsi" w:hAnsiTheme="minorHAnsi" w:cstheme="minorHAnsi"/>
                    <w:highlight w:val="cyan"/>
                  </w:rPr>
                </w:pPr>
                <w:r w:rsidRPr="007A17C1">
                  <w:rPr>
                    <w:rStyle w:val="TextodoEspaoReservado"/>
                    <w:rFonts w:asciiTheme="minorHAnsi" w:eastAsia="Arial" w:hAnsiTheme="minorHAnsi" w:cstheme="minorHAnsi"/>
                  </w:rPr>
                  <w:t>Clique ou toque aqui para inserir o texto.</w:t>
                </w:r>
              </w:p>
            </w:tc>
          </w:sdtContent>
        </w:sdt>
      </w:tr>
      <w:tr w:rsidR="0065569E" w:rsidRPr="007A17C1" w14:paraId="2F7AB45B" w14:textId="77777777" w:rsidTr="00FB3837">
        <w:tc>
          <w:tcPr>
            <w:tcW w:w="2547" w:type="dxa"/>
            <w:shd w:val="clear" w:color="auto" w:fill="auto"/>
          </w:tcPr>
          <w:p w14:paraId="1487EFF8" w14:textId="77777777" w:rsidR="0065569E" w:rsidRPr="007A17C1" w:rsidRDefault="0065569E" w:rsidP="00010DF7">
            <w:pPr>
              <w:tabs>
                <w:tab w:val="left" w:pos="426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7A17C1">
              <w:rPr>
                <w:rFonts w:asciiTheme="minorHAnsi" w:hAnsiTheme="minorHAnsi" w:cstheme="minorHAnsi"/>
              </w:rPr>
              <w:t xml:space="preserve">2ª Opção de orientador: </w:t>
            </w:r>
          </w:p>
        </w:tc>
        <w:sdt>
          <w:sdtPr>
            <w:rPr>
              <w:rFonts w:asciiTheme="minorHAnsi" w:hAnsiTheme="minorHAnsi" w:cstheme="minorHAnsi"/>
              <w:highlight w:val="cyan"/>
            </w:rPr>
            <w:id w:val="16555725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72" w:type="dxa"/>
                <w:shd w:val="clear" w:color="auto" w:fill="auto"/>
              </w:tcPr>
              <w:p w14:paraId="3E0DB8E3" w14:textId="637CE85B" w:rsidR="0065569E" w:rsidRPr="007A17C1" w:rsidRDefault="00644A8A" w:rsidP="00010DF7">
                <w:pPr>
                  <w:tabs>
                    <w:tab w:val="left" w:pos="426"/>
                  </w:tabs>
                  <w:spacing w:line="240" w:lineRule="auto"/>
                  <w:rPr>
                    <w:rFonts w:asciiTheme="minorHAnsi" w:hAnsiTheme="minorHAnsi" w:cstheme="minorHAnsi"/>
                    <w:highlight w:val="cyan"/>
                  </w:rPr>
                </w:pPr>
                <w:r w:rsidRPr="007A17C1">
                  <w:rPr>
                    <w:rStyle w:val="TextodoEspaoReservado"/>
                    <w:rFonts w:asciiTheme="minorHAnsi" w:eastAsia="Arial" w:hAnsiTheme="minorHAnsi" w:cstheme="minorHAnsi"/>
                  </w:rPr>
                  <w:t>Clique ou toque aqui para inserir o texto.</w:t>
                </w:r>
              </w:p>
            </w:tc>
          </w:sdtContent>
        </w:sdt>
      </w:tr>
    </w:tbl>
    <w:p w14:paraId="1165E360" w14:textId="77777777" w:rsidR="0065569E" w:rsidRPr="007A17C1" w:rsidRDefault="0065569E" w:rsidP="00010DF7">
      <w:pPr>
        <w:tabs>
          <w:tab w:val="left" w:pos="426"/>
        </w:tabs>
        <w:spacing w:line="240" w:lineRule="auto"/>
        <w:rPr>
          <w:rFonts w:asciiTheme="minorHAnsi" w:hAnsiTheme="minorHAnsi" w:cstheme="minorHAnsi"/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9"/>
      </w:tblGrid>
      <w:tr w:rsidR="0065569E" w:rsidRPr="007A17C1" w14:paraId="368995DA" w14:textId="77777777" w:rsidTr="00FB3837">
        <w:tc>
          <w:tcPr>
            <w:tcW w:w="9019" w:type="dxa"/>
            <w:shd w:val="clear" w:color="auto" w:fill="auto"/>
          </w:tcPr>
          <w:p w14:paraId="0CD084F6" w14:textId="0376A4A9" w:rsidR="0065569E" w:rsidRPr="007A17C1" w:rsidRDefault="0065569E" w:rsidP="00010DF7">
            <w:pPr>
              <w:tabs>
                <w:tab w:val="left" w:pos="426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7A17C1">
              <w:rPr>
                <w:rFonts w:asciiTheme="minorHAnsi" w:hAnsiTheme="minorHAnsi" w:cstheme="minorHAnsi"/>
              </w:rPr>
              <w:t xml:space="preserve">No quadro abaixo o candidato deverá destacar a vinculação de sua proposta com a linha de pesquisa do </w:t>
            </w:r>
            <w:r w:rsidR="00FE3252">
              <w:rPr>
                <w:rFonts w:asciiTheme="minorHAnsi" w:hAnsiTheme="minorHAnsi" w:cstheme="minorHAnsi"/>
              </w:rPr>
              <w:t>orientador</w:t>
            </w:r>
            <w:r w:rsidR="00FE3252" w:rsidRPr="007A17C1">
              <w:rPr>
                <w:rFonts w:asciiTheme="minorHAnsi" w:hAnsiTheme="minorHAnsi" w:cstheme="minorHAnsi"/>
              </w:rPr>
              <w:t>(</w:t>
            </w:r>
            <w:r w:rsidRPr="007A17C1">
              <w:rPr>
                <w:rFonts w:asciiTheme="minorHAnsi" w:hAnsiTheme="minorHAnsi" w:cstheme="minorHAnsi"/>
              </w:rPr>
              <w:t>es) pretendido(s), destacando a contribuição da mesma para o aumento do conhecimento na área/linha de pesquisa. No caso de proposta de doutorado especificar o ineditismo da pesquisa.</w:t>
            </w:r>
          </w:p>
        </w:tc>
      </w:tr>
      <w:tr w:rsidR="0065569E" w:rsidRPr="007A17C1" w14:paraId="525E341F" w14:textId="77777777" w:rsidTr="00FB3837">
        <w:tc>
          <w:tcPr>
            <w:tcW w:w="9019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bCs/>
              </w:rPr>
              <w:id w:val="-1777169582"/>
              <w:placeholder>
                <w:docPart w:val="DefaultPlaceholder_-1854013440"/>
              </w:placeholder>
              <w:showingPlcHdr/>
            </w:sdtPr>
            <w:sdtEndPr/>
            <w:sdtContent>
              <w:p w14:paraId="5746A6C8" w14:textId="17FAD60A" w:rsidR="0065569E" w:rsidRPr="007A17C1" w:rsidRDefault="00644A8A" w:rsidP="00010DF7">
                <w:pPr>
                  <w:tabs>
                    <w:tab w:val="left" w:pos="426"/>
                  </w:tabs>
                  <w:rPr>
                    <w:rFonts w:asciiTheme="minorHAnsi" w:hAnsiTheme="minorHAnsi" w:cstheme="minorHAnsi"/>
                    <w:b/>
                    <w:bCs/>
                  </w:rPr>
                </w:pPr>
                <w:r w:rsidRPr="007A17C1">
                  <w:rPr>
                    <w:rStyle w:val="TextodoEspaoReservado"/>
                    <w:rFonts w:asciiTheme="minorHAnsi" w:eastAsia="Arial" w:hAnsiTheme="minorHAnsi" w:cstheme="minorHAnsi"/>
                  </w:rPr>
                  <w:t>Clique ou toque aqui para inserir o texto.</w:t>
                </w:r>
              </w:p>
            </w:sdtContent>
          </w:sdt>
          <w:p w14:paraId="4C7937A6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6158B1D8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22ABA3CE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2DB7E4BD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02CEE468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561D10AB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34155461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  <w:p w14:paraId="3152D911" w14:textId="77777777" w:rsidR="0065569E" w:rsidRPr="007A17C1" w:rsidRDefault="0065569E" w:rsidP="00010DF7">
            <w:pPr>
              <w:tabs>
                <w:tab w:val="left" w:pos="426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E10C914" w14:textId="3DB31CD4" w:rsidR="0065569E" w:rsidRPr="007A17C1" w:rsidRDefault="0065569E" w:rsidP="00FE3252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rFonts w:asciiTheme="minorHAnsi" w:hAnsiTheme="minorHAnsi" w:cstheme="minorHAnsi"/>
          <w:strike/>
          <w:color w:val="FF0000"/>
        </w:rPr>
      </w:pPr>
      <w:bookmarkStart w:id="1" w:name="_GoBack"/>
      <w:bookmarkEnd w:id="0"/>
      <w:bookmarkEnd w:id="1"/>
    </w:p>
    <w:sectPr w:rsidR="0065569E" w:rsidRPr="007A17C1" w:rsidSect="007A17C1">
      <w:pgSz w:w="11909" w:h="16834" w:code="9"/>
      <w:pgMar w:top="1135" w:right="1440" w:bottom="1134" w:left="1440" w:header="720" w:footer="18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A296D" w14:textId="77777777" w:rsidR="000C383D" w:rsidRDefault="000C383D" w:rsidP="0067040A">
      <w:r>
        <w:separator/>
      </w:r>
    </w:p>
  </w:endnote>
  <w:endnote w:type="continuationSeparator" w:id="0">
    <w:p w14:paraId="5013E397" w14:textId="77777777" w:rsidR="000C383D" w:rsidRDefault="000C383D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841C4" w14:textId="77777777" w:rsidR="000C383D" w:rsidRDefault="000C383D" w:rsidP="0067040A">
      <w:r>
        <w:separator/>
      </w:r>
    </w:p>
  </w:footnote>
  <w:footnote w:type="continuationSeparator" w:id="0">
    <w:p w14:paraId="799103D6" w14:textId="77777777" w:rsidR="000C383D" w:rsidRDefault="000C383D" w:rsidP="00670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B89"/>
    <w:multiLevelType w:val="hybridMultilevel"/>
    <w:tmpl w:val="E1AE6FFA"/>
    <w:lvl w:ilvl="0" w:tplc="4510D10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1F2A64"/>
    <w:multiLevelType w:val="multilevel"/>
    <w:tmpl w:val="EDB24D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227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000ADC"/>
    <w:multiLevelType w:val="hybridMultilevel"/>
    <w:tmpl w:val="EC401992"/>
    <w:lvl w:ilvl="0" w:tplc="5DBA0E8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F8367E"/>
    <w:multiLevelType w:val="multilevel"/>
    <w:tmpl w:val="1D42AE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D13210"/>
    <w:multiLevelType w:val="hybridMultilevel"/>
    <w:tmpl w:val="A6020C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C66EE"/>
    <w:multiLevelType w:val="hybridMultilevel"/>
    <w:tmpl w:val="2BA47D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57D1E"/>
    <w:multiLevelType w:val="multilevel"/>
    <w:tmpl w:val="7E6C69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1610DA"/>
    <w:multiLevelType w:val="hybridMultilevel"/>
    <w:tmpl w:val="DD48CA18"/>
    <w:lvl w:ilvl="0" w:tplc="D4508FC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5225A"/>
    <w:multiLevelType w:val="multilevel"/>
    <w:tmpl w:val="778CCC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931EC4"/>
    <w:multiLevelType w:val="multilevel"/>
    <w:tmpl w:val="19E854F8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A200D"/>
    <w:multiLevelType w:val="hybridMultilevel"/>
    <w:tmpl w:val="9B687470"/>
    <w:lvl w:ilvl="0" w:tplc="BABC30EE">
      <w:start w:val="4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C15DD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4118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581482"/>
    <w:multiLevelType w:val="hybridMultilevel"/>
    <w:tmpl w:val="0B700E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9A6BE0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744795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094E1E"/>
    <w:multiLevelType w:val="hybridMultilevel"/>
    <w:tmpl w:val="8B304B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5415F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5AF196D"/>
    <w:multiLevelType w:val="multilevel"/>
    <w:tmpl w:val="BB867F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7"/>
  </w:num>
  <w:num w:numId="5">
    <w:abstractNumId w:val="7"/>
  </w:num>
  <w:num w:numId="6">
    <w:abstractNumId w:val="11"/>
  </w:num>
  <w:num w:numId="7">
    <w:abstractNumId w:val="14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16"/>
  </w:num>
  <w:num w:numId="13">
    <w:abstractNumId w:val="3"/>
  </w:num>
  <w:num w:numId="14">
    <w:abstractNumId w:val="1"/>
  </w:num>
  <w:num w:numId="15">
    <w:abstractNumId w:val="8"/>
  </w:num>
  <w:num w:numId="16">
    <w:abstractNumId w:val="2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2A"/>
    <w:rsid w:val="000052C5"/>
    <w:rsid w:val="00010DF7"/>
    <w:rsid w:val="00020A0C"/>
    <w:rsid w:val="00020E66"/>
    <w:rsid w:val="00021838"/>
    <w:rsid w:val="000276EE"/>
    <w:rsid w:val="0003130A"/>
    <w:rsid w:val="000364EC"/>
    <w:rsid w:val="000408C3"/>
    <w:rsid w:val="00044D4F"/>
    <w:rsid w:val="00054BC7"/>
    <w:rsid w:val="0005707B"/>
    <w:rsid w:val="0006143B"/>
    <w:rsid w:val="00074E6E"/>
    <w:rsid w:val="00075712"/>
    <w:rsid w:val="00090F79"/>
    <w:rsid w:val="00094A09"/>
    <w:rsid w:val="000A0387"/>
    <w:rsid w:val="000A1A62"/>
    <w:rsid w:val="000A4509"/>
    <w:rsid w:val="000B0B06"/>
    <w:rsid w:val="000B2F92"/>
    <w:rsid w:val="000B311C"/>
    <w:rsid w:val="000B79C7"/>
    <w:rsid w:val="000C034F"/>
    <w:rsid w:val="000C383D"/>
    <w:rsid w:val="000D37F6"/>
    <w:rsid w:val="000E750B"/>
    <w:rsid w:val="00103AB2"/>
    <w:rsid w:val="00103ABC"/>
    <w:rsid w:val="001232D0"/>
    <w:rsid w:val="00126541"/>
    <w:rsid w:val="00150F36"/>
    <w:rsid w:val="0016163E"/>
    <w:rsid w:val="001702F3"/>
    <w:rsid w:val="00171980"/>
    <w:rsid w:val="00171E4D"/>
    <w:rsid w:val="00193134"/>
    <w:rsid w:val="001E377F"/>
    <w:rsid w:val="001F5FD6"/>
    <w:rsid w:val="0020349B"/>
    <w:rsid w:val="00205462"/>
    <w:rsid w:val="00215DE4"/>
    <w:rsid w:val="00216267"/>
    <w:rsid w:val="00232B83"/>
    <w:rsid w:val="002571A2"/>
    <w:rsid w:val="00264E32"/>
    <w:rsid w:val="00265794"/>
    <w:rsid w:val="00267C6F"/>
    <w:rsid w:val="0027559D"/>
    <w:rsid w:val="00282599"/>
    <w:rsid w:val="00283E1C"/>
    <w:rsid w:val="0028412F"/>
    <w:rsid w:val="002A08E1"/>
    <w:rsid w:val="002B3182"/>
    <w:rsid w:val="002C034B"/>
    <w:rsid w:val="002C24B6"/>
    <w:rsid w:val="002C452B"/>
    <w:rsid w:val="002F50BF"/>
    <w:rsid w:val="002F7BB5"/>
    <w:rsid w:val="003062FA"/>
    <w:rsid w:val="003118B6"/>
    <w:rsid w:val="00312568"/>
    <w:rsid w:val="00313619"/>
    <w:rsid w:val="0031707B"/>
    <w:rsid w:val="00337C44"/>
    <w:rsid w:val="003540CB"/>
    <w:rsid w:val="00355160"/>
    <w:rsid w:val="00376CEC"/>
    <w:rsid w:val="00386CC0"/>
    <w:rsid w:val="003B60AF"/>
    <w:rsid w:val="003B7781"/>
    <w:rsid w:val="003C1F5B"/>
    <w:rsid w:val="003C33C9"/>
    <w:rsid w:val="003C43E8"/>
    <w:rsid w:val="003C799E"/>
    <w:rsid w:val="003D1185"/>
    <w:rsid w:val="003D7600"/>
    <w:rsid w:val="003E0041"/>
    <w:rsid w:val="003E486E"/>
    <w:rsid w:val="003F699A"/>
    <w:rsid w:val="003F7954"/>
    <w:rsid w:val="004016B5"/>
    <w:rsid w:val="00404579"/>
    <w:rsid w:val="0042640D"/>
    <w:rsid w:val="004304C9"/>
    <w:rsid w:val="00432AC6"/>
    <w:rsid w:val="0043430D"/>
    <w:rsid w:val="00436306"/>
    <w:rsid w:val="0044792E"/>
    <w:rsid w:val="004A2B3D"/>
    <w:rsid w:val="004A5C37"/>
    <w:rsid w:val="004D3FC8"/>
    <w:rsid w:val="004E744B"/>
    <w:rsid w:val="00504FDA"/>
    <w:rsid w:val="00506DC9"/>
    <w:rsid w:val="005430FB"/>
    <w:rsid w:val="00545D12"/>
    <w:rsid w:val="0057143F"/>
    <w:rsid w:val="00582657"/>
    <w:rsid w:val="00584910"/>
    <w:rsid w:val="00586513"/>
    <w:rsid w:val="00593BC0"/>
    <w:rsid w:val="005974F6"/>
    <w:rsid w:val="005A5BAC"/>
    <w:rsid w:val="005C0FEE"/>
    <w:rsid w:val="005C349A"/>
    <w:rsid w:val="005C4590"/>
    <w:rsid w:val="005D1312"/>
    <w:rsid w:val="005D236D"/>
    <w:rsid w:val="005D4C04"/>
    <w:rsid w:val="00605038"/>
    <w:rsid w:val="00606F13"/>
    <w:rsid w:val="006114D7"/>
    <w:rsid w:val="00614F02"/>
    <w:rsid w:val="00632966"/>
    <w:rsid w:val="00641AD4"/>
    <w:rsid w:val="0064366B"/>
    <w:rsid w:val="00644A8A"/>
    <w:rsid w:val="0065569E"/>
    <w:rsid w:val="0066486D"/>
    <w:rsid w:val="0067040A"/>
    <w:rsid w:val="00697D9B"/>
    <w:rsid w:val="006A3E26"/>
    <w:rsid w:val="006C5EBB"/>
    <w:rsid w:val="006C73B0"/>
    <w:rsid w:val="006D28E9"/>
    <w:rsid w:val="006E1784"/>
    <w:rsid w:val="00716C01"/>
    <w:rsid w:val="00722347"/>
    <w:rsid w:val="00722471"/>
    <w:rsid w:val="007469C6"/>
    <w:rsid w:val="007509A7"/>
    <w:rsid w:val="00755BBB"/>
    <w:rsid w:val="00762ACC"/>
    <w:rsid w:val="00773796"/>
    <w:rsid w:val="00776D71"/>
    <w:rsid w:val="00792686"/>
    <w:rsid w:val="00796CA9"/>
    <w:rsid w:val="00797CD6"/>
    <w:rsid w:val="007A17C1"/>
    <w:rsid w:val="007D11E2"/>
    <w:rsid w:val="007D7472"/>
    <w:rsid w:val="007E6600"/>
    <w:rsid w:val="00802EF0"/>
    <w:rsid w:val="00812A8C"/>
    <w:rsid w:val="00820698"/>
    <w:rsid w:val="00823AE3"/>
    <w:rsid w:val="00831B54"/>
    <w:rsid w:val="00852ECF"/>
    <w:rsid w:val="00853354"/>
    <w:rsid w:val="00855C4F"/>
    <w:rsid w:val="008639AD"/>
    <w:rsid w:val="0087021C"/>
    <w:rsid w:val="00887E91"/>
    <w:rsid w:val="008B1626"/>
    <w:rsid w:val="008C2132"/>
    <w:rsid w:val="008D1EBF"/>
    <w:rsid w:val="008E4384"/>
    <w:rsid w:val="008E6D18"/>
    <w:rsid w:val="008F11D5"/>
    <w:rsid w:val="009036C0"/>
    <w:rsid w:val="00910607"/>
    <w:rsid w:val="00912A30"/>
    <w:rsid w:val="009200EE"/>
    <w:rsid w:val="00925FEB"/>
    <w:rsid w:val="009322F4"/>
    <w:rsid w:val="00933DF2"/>
    <w:rsid w:val="00940092"/>
    <w:rsid w:val="00952E9C"/>
    <w:rsid w:val="009542DA"/>
    <w:rsid w:val="00954EFF"/>
    <w:rsid w:val="009713A6"/>
    <w:rsid w:val="009852A8"/>
    <w:rsid w:val="00994E8F"/>
    <w:rsid w:val="009A29D4"/>
    <w:rsid w:val="009B15E6"/>
    <w:rsid w:val="009B6452"/>
    <w:rsid w:val="009D07B1"/>
    <w:rsid w:val="009D1B00"/>
    <w:rsid w:val="009E3CB8"/>
    <w:rsid w:val="009E6BE9"/>
    <w:rsid w:val="009E735E"/>
    <w:rsid w:val="009F0D51"/>
    <w:rsid w:val="009F4590"/>
    <w:rsid w:val="00A06260"/>
    <w:rsid w:val="00A23C89"/>
    <w:rsid w:val="00A326AC"/>
    <w:rsid w:val="00A34AF8"/>
    <w:rsid w:val="00A35CDF"/>
    <w:rsid w:val="00A462B0"/>
    <w:rsid w:val="00A52333"/>
    <w:rsid w:val="00A577FE"/>
    <w:rsid w:val="00A72D71"/>
    <w:rsid w:val="00A8301D"/>
    <w:rsid w:val="00A8419F"/>
    <w:rsid w:val="00AA4483"/>
    <w:rsid w:val="00AA7865"/>
    <w:rsid w:val="00AE4A1E"/>
    <w:rsid w:val="00AE6AD2"/>
    <w:rsid w:val="00B2021D"/>
    <w:rsid w:val="00B20DA5"/>
    <w:rsid w:val="00B22F6C"/>
    <w:rsid w:val="00B436D2"/>
    <w:rsid w:val="00B53A0D"/>
    <w:rsid w:val="00B62E98"/>
    <w:rsid w:val="00B64A3A"/>
    <w:rsid w:val="00B73128"/>
    <w:rsid w:val="00B74591"/>
    <w:rsid w:val="00B77B33"/>
    <w:rsid w:val="00B9280F"/>
    <w:rsid w:val="00BB4610"/>
    <w:rsid w:val="00BB4785"/>
    <w:rsid w:val="00BC3EB3"/>
    <w:rsid w:val="00BC4E14"/>
    <w:rsid w:val="00BE43DD"/>
    <w:rsid w:val="00BE63A3"/>
    <w:rsid w:val="00BE6512"/>
    <w:rsid w:val="00C03FC0"/>
    <w:rsid w:val="00C120E0"/>
    <w:rsid w:val="00C122E4"/>
    <w:rsid w:val="00C1443E"/>
    <w:rsid w:val="00C14509"/>
    <w:rsid w:val="00C14DB4"/>
    <w:rsid w:val="00C20A07"/>
    <w:rsid w:val="00C2125F"/>
    <w:rsid w:val="00C2275C"/>
    <w:rsid w:val="00C33E38"/>
    <w:rsid w:val="00C447EB"/>
    <w:rsid w:val="00C460D9"/>
    <w:rsid w:val="00C5565A"/>
    <w:rsid w:val="00C5679D"/>
    <w:rsid w:val="00C6093B"/>
    <w:rsid w:val="00C6689A"/>
    <w:rsid w:val="00C72C64"/>
    <w:rsid w:val="00C82319"/>
    <w:rsid w:val="00C962AB"/>
    <w:rsid w:val="00CA0F4A"/>
    <w:rsid w:val="00CA5175"/>
    <w:rsid w:val="00CA6E03"/>
    <w:rsid w:val="00CC43C5"/>
    <w:rsid w:val="00CC79C7"/>
    <w:rsid w:val="00CE2E01"/>
    <w:rsid w:val="00CE4C94"/>
    <w:rsid w:val="00CF7CF9"/>
    <w:rsid w:val="00D050CA"/>
    <w:rsid w:val="00D17053"/>
    <w:rsid w:val="00D2084A"/>
    <w:rsid w:val="00D22BEE"/>
    <w:rsid w:val="00D30F6C"/>
    <w:rsid w:val="00D3264E"/>
    <w:rsid w:val="00D3407E"/>
    <w:rsid w:val="00D41643"/>
    <w:rsid w:val="00D46A67"/>
    <w:rsid w:val="00D50DB1"/>
    <w:rsid w:val="00D51B2A"/>
    <w:rsid w:val="00D538A7"/>
    <w:rsid w:val="00D540E1"/>
    <w:rsid w:val="00D600EF"/>
    <w:rsid w:val="00D64A33"/>
    <w:rsid w:val="00D834E8"/>
    <w:rsid w:val="00D925AF"/>
    <w:rsid w:val="00D934E8"/>
    <w:rsid w:val="00DA6A17"/>
    <w:rsid w:val="00DD1298"/>
    <w:rsid w:val="00DD1D99"/>
    <w:rsid w:val="00DD1F26"/>
    <w:rsid w:val="00DE4E71"/>
    <w:rsid w:val="00DF0F08"/>
    <w:rsid w:val="00E03033"/>
    <w:rsid w:val="00E151C8"/>
    <w:rsid w:val="00E54ED2"/>
    <w:rsid w:val="00E63B4B"/>
    <w:rsid w:val="00E665AB"/>
    <w:rsid w:val="00E8495C"/>
    <w:rsid w:val="00E8769A"/>
    <w:rsid w:val="00EC402E"/>
    <w:rsid w:val="00ED1730"/>
    <w:rsid w:val="00EE58C5"/>
    <w:rsid w:val="00EE5A7B"/>
    <w:rsid w:val="00EF24C5"/>
    <w:rsid w:val="00EF4620"/>
    <w:rsid w:val="00F00C96"/>
    <w:rsid w:val="00F045F0"/>
    <w:rsid w:val="00F045F6"/>
    <w:rsid w:val="00F07AF7"/>
    <w:rsid w:val="00F124A2"/>
    <w:rsid w:val="00F16435"/>
    <w:rsid w:val="00F201DA"/>
    <w:rsid w:val="00F25DEE"/>
    <w:rsid w:val="00F2622A"/>
    <w:rsid w:val="00F34243"/>
    <w:rsid w:val="00F42AB3"/>
    <w:rsid w:val="00F55EA0"/>
    <w:rsid w:val="00F62105"/>
    <w:rsid w:val="00F6545E"/>
    <w:rsid w:val="00F70968"/>
    <w:rsid w:val="00F86BD3"/>
    <w:rsid w:val="00F92B6F"/>
    <w:rsid w:val="00FB3837"/>
    <w:rsid w:val="00FB6DC0"/>
    <w:rsid w:val="00FB79B1"/>
    <w:rsid w:val="00FC055F"/>
    <w:rsid w:val="00FE3252"/>
    <w:rsid w:val="00FE4BFA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C57D2"/>
  <w15:docId w15:val="{2C9CC93E-918A-4D9D-9507-398FB54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600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1"/>
    <w:qFormat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eastAsia="Arial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rFonts w:ascii="Arial" w:eastAsia="Arial" w:hAnsi="Arial" w:cs="Arial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sz w:val="20"/>
      <w:szCs w:val="20"/>
    </w:rPr>
  </w:style>
  <w:style w:type="paragraph" w:customStyle="1" w:styleId="Default">
    <w:name w:val="Default"/>
    <w:rsid w:val="00BB46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EE5A7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67040A"/>
  </w:style>
  <w:style w:type="paragraph" w:styleId="Rodap">
    <w:name w:val="footer"/>
    <w:basedOn w:val="Normal"/>
    <w:link w:val="RodapChar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RodapChar">
    <w:name w:val="Rodapé Char"/>
    <w:basedOn w:val="Fontepargpadro"/>
    <w:link w:val="Rodap"/>
    <w:rsid w:val="0067040A"/>
  </w:style>
  <w:style w:type="character" w:styleId="TextodoEspaoReservado">
    <w:name w:val="Placeholder Text"/>
    <w:uiPriority w:val="99"/>
    <w:semiHidden/>
    <w:rsid w:val="006C73B0"/>
    <w:rPr>
      <w:color w:val="808080"/>
    </w:rPr>
  </w:style>
  <w:style w:type="character" w:customStyle="1" w:styleId="Estilo1">
    <w:name w:val="Estilo1"/>
    <w:uiPriority w:val="1"/>
    <w:rsid w:val="00593BC0"/>
    <w:rPr>
      <w:caps/>
      <w:smallCaps w:val="0"/>
    </w:rPr>
  </w:style>
  <w:style w:type="character" w:customStyle="1" w:styleId="Estilo2">
    <w:name w:val="Estilo2"/>
    <w:uiPriority w:val="1"/>
    <w:rsid w:val="00593BC0"/>
    <w:rPr>
      <w:rFonts w:ascii="Arial" w:hAnsi="Arial"/>
      <w:b/>
      <w:caps/>
      <w:smallCaps w:val="0"/>
      <w:strike w:val="0"/>
      <w:dstrike w:val="0"/>
      <w:vanish w:val="0"/>
      <w:sz w:val="24"/>
      <w:vertAlign w:val="baseline"/>
    </w:rPr>
  </w:style>
  <w:style w:type="character" w:customStyle="1" w:styleId="Estilo3">
    <w:name w:val="Estilo3"/>
    <w:uiPriority w:val="1"/>
    <w:rsid w:val="002C24B6"/>
    <w:rPr>
      <w:rFonts w:ascii="Arial" w:hAnsi="Arial"/>
      <w:sz w:val="24"/>
    </w:rPr>
  </w:style>
  <w:style w:type="character" w:customStyle="1" w:styleId="Estilo4">
    <w:name w:val="Estilo4"/>
    <w:uiPriority w:val="1"/>
    <w:rsid w:val="00DA6A17"/>
    <w:rPr>
      <w:rFonts w:ascii="Arial" w:hAnsi="Arial"/>
      <w:sz w:val="24"/>
    </w:rPr>
  </w:style>
  <w:style w:type="character" w:customStyle="1" w:styleId="MenoPendente2">
    <w:name w:val="Menção Pendente2"/>
    <w:uiPriority w:val="99"/>
    <w:semiHidden/>
    <w:unhideWhenUsed/>
    <w:rsid w:val="00355160"/>
    <w:rPr>
      <w:color w:val="605E5C"/>
      <w:shd w:val="clear" w:color="auto" w:fill="E1DFDD"/>
    </w:rPr>
  </w:style>
  <w:style w:type="character" w:customStyle="1" w:styleId="Estilo5">
    <w:name w:val="Estilo5"/>
    <w:uiPriority w:val="1"/>
    <w:rsid w:val="006E1784"/>
    <w:rPr>
      <w:rFonts w:ascii="Arial" w:hAnsi="Arial"/>
      <w:b w:val="0"/>
      <w:i w:val="0"/>
      <w:caps/>
      <w:smallCaps w:val="0"/>
      <w:strike w:val="0"/>
      <w:dstrike w:val="0"/>
      <w:vanish w:val="0"/>
      <w:sz w:val="24"/>
      <w:vertAlign w:val="superscript"/>
    </w:rPr>
  </w:style>
  <w:style w:type="character" w:customStyle="1" w:styleId="Estilo6">
    <w:name w:val="Estilo6"/>
    <w:uiPriority w:val="1"/>
    <w:rsid w:val="006E1784"/>
    <w:rPr>
      <w:rFonts w:ascii="Arial" w:hAnsi="Arial"/>
      <w:sz w:val="24"/>
    </w:rPr>
  </w:style>
  <w:style w:type="character" w:customStyle="1" w:styleId="estilo10">
    <w:name w:val="estilo1"/>
    <w:uiPriority w:val="1"/>
    <w:rsid w:val="006E1784"/>
    <w:rPr>
      <w:rFonts w:ascii="Arial" w:hAnsi="Arial"/>
      <w:caps/>
      <w:smallCaps w:val="0"/>
      <w:strike w:val="0"/>
      <w:dstrike w:val="0"/>
      <w:vanish w:val="0"/>
      <w:sz w:val="24"/>
      <w:vertAlign w:val="baseline"/>
    </w:rPr>
  </w:style>
  <w:style w:type="paragraph" w:styleId="Reviso">
    <w:name w:val="Revision"/>
    <w:hidden/>
    <w:uiPriority w:val="99"/>
    <w:semiHidden/>
    <w:rsid w:val="00386CC0"/>
    <w:rPr>
      <w:sz w:val="22"/>
      <w:szCs w:val="22"/>
    </w:rPr>
  </w:style>
  <w:style w:type="character" w:customStyle="1" w:styleId="MenoPendente3">
    <w:name w:val="Menção Pendente3"/>
    <w:uiPriority w:val="99"/>
    <w:semiHidden/>
    <w:unhideWhenUsed/>
    <w:rsid w:val="0005707B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8E6D18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oPendente4">
    <w:name w:val="Menção Pendente4"/>
    <w:uiPriority w:val="99"/>
    <w:semiHidden/>
    <w:unhideWhenUsed/>
    <w:rsid w:val="00F045F0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A72D7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545D12"/>
    <w:pPr>
      <w:spacing w:line="240" w:lineRule="auto"/>
    </w:pPr>
    <w:rPr>
      <w:rFonts w:eastAsia="MS Mincho"/>
      <w:sz w:val="20"/>
      <w:szCs w:val="20"/>
      <w:lang w:val="x-none"/>
    </w:rPr>
  </w:style>
  <w:style w:type="character" w:customStyle="1" w:styleId="CorpodetextoChar">
    <w:name w:val="Corpo de texto Char"/>
    <w:link w:val="Corpodetexto"/>
    <w:uiPriority w:val="1"/>
    <w:rsid w:val="00545D12"/>
    <w:rPr>
      <w:rFonts w:ascii="Times New Roman" w:eastAsia="MS Mincho" w:hAnsi="Times New Roman" w:cs="Times New Roman"/>
      <w:sz w:val="20"/>
      <w:szCs w:val="20"/>
      <w:lang w:val="x-none"/>
    </w:rPr>
  </w:style>
  <w:style w:type="paragraph" w:customStyle="1" w:styleId="TableParagraph">
    <w:name w:val="Table Paragraph"/>
    <w:basedOn w:val="Normal"/>
    <w:uiPriority w:val="1"/>
    <w:qFormat/>
    <w:rsid w:val="00545D12"/>
    <w:pPr>
      <w:widowControl w:val="0"/>
      <w:autoSpaceDE w:val="0"/>
      <w:autoSpaceDN w:val="0"/>
      <w:spacing w:line="268" w:lineRule="exact"/>
      <w:ind w:left="76"/>
      <w:jc w:val="center"/>
    </w:pPr>
    <w:rPr>
      <w:sz w:val="22"/>
      <w:szCs w:val="22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545D12"/>
    <w:pPr>
      <w:widowControl w:val="0"/>
      <w:autoSpaceDE w:val="0"/>
      <w:autoSpaceDN w:val="0"/>
      <w:spacing w:line="240" w:lineRule="auto"/>
      <w:ind w:left="13"/>
      <w:jc w:val="center"/>
      <w:outlineLvl w:val="1"/>
    </w:pPr>
    <w:rPr>
      <w:b/>
      <w:bCs/>
      <w:lang w:val="pt-PT" w:eastAsia="pt-PT" w:bidi="pt-PT"/>
    </w:rPr>
  </w:style>
  <w:style w:type="paragraph" w:customStyle="1" w:styleId="ListaColorida-nfase11">
    <w:name w:val="Lista Colorida - Ênfase 11"/>
    <w:basedOn w:val="Normal"/>
    <w:uiPriority w:val="1"/>
    <w:qFormat/>
    <w:rsid w:val="00C6689A"/>
    <w:pPr>
      <w:widowControl w:val="0"/>
      <w:autoSpaceDE w:val="0"/>
      <w:autoSpaceDN w:val="0"/>
      <w:spacing w:line="240" w:lineRule="auto"/>
      <w:ind w:left="3099" w:hanging="568"/>
    </w:pPr>
    <w:rPr>
      <w:sz w:val="22"/>
      <w:szCs w:val="22"/>
      <w:lang w:val="en-US" w:eastAsia="en-US"/>
    </w:rPr>
  </w:style>
  <w:style w:type="character" w:styleId="HiperlinkVisitado">
    <w:name w:val="FollowedHyperlink"/>
    <w:uiPriority w:val="99"/>
    <w:semiHidden/>
    <w:unhideWhenUsed/>
    <w:rsid w:val="00F55E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capes.gov.br/images/Documento_de_%C3%A1rea_2019/INTERDISCIPLINAR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JuniorAlves\Downlads\modelo%20selecao%20pos%202021%20(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D0C0A59-A952-4B43-BD83-585AF9127FD5}"/>
      </w:docPartPr>
      <w:docPartBody>
        <w:p w:rsidR="00440241" w:rsidRDefault="005E5EA2">
          <w:r w:rsidRPr="009F50A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A2"/>
    <w:rsid w:val="00082F8B"/>
    <w:rsid w:val="00440241"/>
    <w:rsid w:val="005E5EA2"/>
    <w:rsid w:val="00704901"/>
    <w:rsid w:val="00A0383F"/>
    <w:rsid w:val="00DD1222"/>
    <w:rsid w:val="00ED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uiPriority w:val="99"/>
    <w:semiHidden/>
    <w:rsid w:val="005E5EA2"/>
    <w:rPr>
      <w:color w:val="808080"/>
    </w:rPr>
  </w:style>
  <w:style w:type="paragraph" w:customStyle="1" w:styleId="B9DC8BDDC1774640AD03CD365EDC6DF2">
    <w:name w:val="B9DC8BDDC1774640AD03CD365EDC6DF2"/>
    <w:rsid w:val="005E5EA2"/>
  </w:style>
  <w:style w:type="paragraph" w:customStyle="1" w:styleId="0F6AEF64986D406281F7BF9BE2C6467B">
    <w:name w:val="0F6AEF64986D406281F7BF9BE2C6467B"/>
    <w:rsid w:val="005E5EA2"/>
  </w:style>
  <w:style w:type="paragraph" w:customStyle="1" w:styleId="763877228ECF42D6A0E938F4E8774624">
    <w:name w:val="763877228ECF42D6A0E938F4E8774624"/>
    <w:rsid w:val="005E5EA2"/>
  </w:style>
  <w:style w:type="paragraph" w:customStyle="1" w:styleId="FBCB36BADF7847E49492C34C5EE9E160">
    <w:name w:val="FBCB36BADF7847E49492C34C5EE9E160"/>
    <w:rsid w:val="005E5EA2"/>
  </w:style>
  <w:style w:type="paragraph" w:customStyle="1" w:styleId="7BBCBCA59A0742418E392CCBA7AE8A0F">
    <w:name w:val="7BBCBCA59A0742418E392CCBA7AE8A0F"/>
    <w:rsid w:val="005E5EA2"/>
  </w:style>
  <w:style w:type="paragraph" w:customStyle="1" w:styleId="2A3FB22DE6484559B375A26E01A5EF9E">
    <w:name w:val="2A3FB22DE6484559B375A26E01A5EF9E"/>
    <w:rsid w:val="005E5EA2"/>
  </w:style>
  <w:style w:type="paragraph" w:customStyle="1" w:styleId="81858637A16E446A8AF1F42D3AAA88B2">
    <w:name w:val="81858637A16E446A8AF1F42D3AAA88B2"/>
    <w:rsid w:val="005E5EA2"/>
  </w:style>
  <w:style w:type="paragraph" w:customStyle="1" w:styleId="428A79685C4B4D8F927CDC03DA4977C7">
    <w:name w:val="428A79685C4B4D8F927CDC03DA4977C7"/>
    <w:rsid w:val="005E5EA2"/>
  </w:style>
  <w:style w:type="paragraph" w:customStyle="1" w:styleId="B791297449E0461987031091FDBC66FD">
    <w:name w:val="B791297449E0461987031091FDBC66FD"/>
    <w:rsid w:val="005E5EA2"/>
  </w:style>
  <w:style w:type="paragraph" w:customStyle="1" w:styleId="6A0C3710CA314F3A9161F1F766DE8D3C">
    <w:name w:val="6A0C3710CA314F3A9161F1F766DE8D3C"/>
    <w:rsid w:val="005E5EA2"/>
  </w:style>
  <w:style w:type="paragraph" w:customStyle="1" w:styleId="24A3343E83E8457F92F757254DCC9DBE">
    <w:name w:val="24A3343E83E8457F92F757254DCC9DBE"/>
    <w:rsid w:val="005E5EA2"/>
  </w:style>
  <w:style w:type="paragraph" w:customStyle="1" w:styleId="CD0CEB9781F348E298AE836B42A10E6B">
    <w:name w:val="CD0CEB9781F348E298AE836B42A10E6B"/>
    <w:rsid w:val="005E5EA2"/>
  </w:style>
  <w:style w:type="paragraph" w:customStyle="1" w:styleId="2974B15901F6482BA6F87CFAB3556794">
    <w:name w:val="2974B15901F6482BA6F87CFAB3556794"/>
    <w:rsid w:val="005E5EA2"/>
  </w:style>
  <w:style w:type="paragraph" w:customStyle="1" w:styleId="60A39653057F4DE181AD8D5B0168F959">
    <w:name w:val="60A39653057F4DE181AD8D5B0168F959"/>
    <w:rsid w:val="005E5EA2"/>
  </w:style>
  <w:style w:type="paragraph" w:customStyle="1" w:styleId="5D310D786E284A8FBDC7F29ED57B9968">
    <w:name w:val="5D310D786E284A8FBDC7F29ED57B9968"/>
    <w:rsid w:val="005E5EA2"/>
  </w:style>
  <w:style w:type="paragraph" w:customStyle="1" w:styleId="22449919E4594EF4AF4EE7214A786B7A">
    <w:name w:val="22449919E4594EF4AF4EE7214A786B7A"/>
    <w:rsid w:val="005E5EA2"/>
  </w:style>
  <w:style w:type="paragraph" w:customStyle="1" w:styleId="9A702AC617274DFCBEDD0A3632C83284">
    <w:name w:val="9A702AC617274DFCBEDD0A3632C83284"/>
    <w:rsid w:val="005E5EA2"/>
  </w:style>
  <w:style w:type="paragraph" w:customStyle="1" w:styleId="294294FB748F4A4C8E1FF64F293C426C">
    <w:name w:val="294294FB748F4A4C8E1FF64F293C426C"/>
    <w:rsid w:val="005E5EA2"/>
  </w:style>
  <w:style w:type="paragraph" w:customStyle="1" w:styleId="46BDB3CE5CFB44679ABD8F179EFD5084">
    <w:name w:val="46BDB3CE5CFB44679ABD8F179EFD5084"/>
    <w:rsid w:val="005E5EA2"/>
  </w:style>
  <w:style w:type="paragraph" w:customStyle="1" w:styleId="0BFE7072065E4C52A141046770F3A5E1">
    <w:name w:val="0BFE7072065E4C52A141046770F3A5E1"/>
    <w:rsid w:val="005E5E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C3387-46AD-4A9F-86FE-8CFD0C74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selecao pos 2021 (1).dotm</Template>
  <TotalTime>25</TotalTime>
  <Pages>3</Pages>
  <Words>534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Links>
    <vt:vector size="54" baseType="variant">
      <vt:variant>
        <vt:i4>3407945</vt:i4>
      </vt:variant>
      <vt:variant>
        <vt:i4>27</vt:i4>
      </vt:variant>
      <vt:variant>
        <vt:i4>0</vt:i4>
      </vt:variant>
      <vt:variant>
        <vt:i4>5</vt:i4>
      </vt:variant>
      <vt:variant>
        <vt:lpwstr>http://www1.capes.gov.br/images/Documento_de_%C3%A1rea_2019/INTERDISCIPLINAR.pdf</vt:lpwstr>
      </vt:variant>
      <vt:variant>
        <vt:lpwstr/>
      </vt:variant>
      <vt:variant>
        <vt:i4>2883683</vt:i4>
      </vt:variant>
      <vt:variant>
        <vt:i4>24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2883683</vt:i4>
      </vt:variant>
      <vt:variant>
        <vt:i4>21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http://lattes.cnpq.br/%3B</vt:lpwstr>
      </vt:variant>
      <vt:variant>
        <vt:lpwstr/>
      </vt:variant>
      <vt:variant>
        <vt:i4>2752544</vt:i4>
      </vt:variant>
      <vt:variant>
        <vt:i4>15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7077930</vt:i4>
      </vt:variant>
      <vt:variant>
        <vt:i4>12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9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3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https://posgraduacao.ufms.br/portal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JuniorAlves</dc:creator>
  <cp:keywords/>
  <cp:lastModifiedBy>Ademir da Silva Alves Junior</cp:lastModifiedBy>
  <cp:revision>4</cp:revision>
  <cp:lastPrinted>2020-12-10T15:49:00Z</cp:lastPrinted>
  <dcterms:created xsi:type="dcterms:W3CDTF">2021-11-09T19:23:00Z</dcterms:created>
  <dcterms:modified xsi:type="dcterms:W3CDTF">2021-12-09T17:26:00Z</dcterms:modified>
</cp:coreProperties>
</file>